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644"/>
        <w:gridCol w:w="4756"/>
      </w:tblGrid>
      <w:tr w:rsidR="00A44F78" w:rsidRPr="00CC2143" w:rsidTr="005766A9">
        <w:tc>
          <w:tcPr>
            <w:tcW w:w="4644" w:type="dxa"/>
          </w:tcPr>
          <w:p w:rsidR="00A44F78" w:rsidRPr="00CC2143" w:rsidRDefault="00A44F78" w:rsidP="00FF6AE1">
            <w:pPr>
              <w:tabs>
                <w:tab w:val="left" w:pos="61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:rsidR="00A44F78" w:rsidRPr="00CC2143" w:rsidRDefault="00A44F78" w:rsidP="00FF6AE1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Приложение №4</w:t>
            </w:r>
          </w:p>
          <w:p w:rsidR="00A44F78" w:rsidRPr="00CC2143" w:rsidRDefault="00A44F78" w:rsidP="002E5A54">
            <w:pPr>
              <w:tabs>
                <w:tab w:val="left" w:pos="6180"/>
              </w:tabs>
              <w:jc w:val="center"/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CC2143">
              <w:rPr>
                <w:sz w:val="24"/>
                <w:szCs w:val="24"/>
              </w:rPr>
              <w:t xml:space="preserve">главы администрации </w:t>
            </w:r>
          </w:p>
          <w:p w:rsidR="00A44F78" w:rsidRPr="00CC2143" w:rsidRDefault="00A44F78" w:rsidP="00FF6AE1">
            <w:pPr>
              <w:jc w:val="center"/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 xml:space="preserve">Грайворонского района                                                                  </w:t>
            </w: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u w:val="single"/>
              </w:rPr>
              <w:t>900</w:t>
            </w:r>
            <w:r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  <w:u w:val="single"/>
              </w:rPr>
              <w:t>26 декабря</w:t>
            </w:r>
            <w:r>
              <w:rPr>
                <w:sz w:val="24"/>
                <w:szCs w:val="24"/>
              </w:rPr>
              <w:t xml:space="preserve">  2013 года</w:t>
            </w:r>
          </w:p>
          <w:p w:rsidR="00A44F78" w:rsidRPr="00CC2143" w:rsidRDefault="00A44F78" w:rsidP="00FF6AE1">
            <w:pPr>
              <w:tabs>
                <w:tab w:val="left" w:pos="618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44F78" w:rsidRPr="00356EA2" w:rsidRDefault="00A44F78" w:rsidP="00FF6AE1">
      <w:pPr>
        <w:shd w:val="clear" w:color="auto" w:fill="FFFFFF"/>
        <w:spacing w:line="317" w:lineRule="exact"/>
        <w:jc w:val="center"/>
        <w:rPr>
          <w:b/>
          <w:bCs/>
          <w:spacing w:val="-1"/>
          <w:sz w:val="24"/>
          <w:szCs w:val="24"/>
        </w:rPr>
      </w:pPr>
    </w:p>
    <w:p w:rsidR="00A44F78" w:rsidRPr="00356EA2" w:rsidRDefault="00A44F78" w:rsidP="00FF6AE1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356EA2">
        <w:rPr>
          <w:b/>
          <w:bCs/>
          <w:spacing w:val="-1"/>
          <w:sz w:val="24"/>
          <w:szCs w:val="24"/>
        </w:rPr>
        <w:t xml:space="preserve">Административный регламент </w:t>
      </w:r>
      <w:r w:rsidRPr="00356EA2">
        <w:rPr>
          <w:b/>
          <w:bCs/>
          <w:spacing w:val="-2"/>
          <w:sz w:val="24"/>
          <w:szCs w:val="24"/>
        </w:rPr>
        <w:t>предоставления муниципальной услуги</w:t>
      </w:r>
    </w:p>
    <w:p w:rsidR="00A44F78" w:rsidRPr="00356EA2" w:rsidRDefault="00A44F78" w:rsidP="00FF6AE1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356EA2">
        <w:rPr>
          <w:b/>
          <w:bCs/>
          <w:spacing w:val="-1"/>
          <w:sz w:val="24"/>
          <w:szCs w:val="24"/>
        </w:rPr>
        <w:t>«Предоставление дополнительного образования детям муниципальными образовательными учреждениями дополнительного образования детей»</w:t>
      </w:r>
    </w:p>
    <w:p w:rsidR="00A44F78" w:rsidRPr="00356EA2" w:rsidRDefault="00A44F78" w:rsidP="00FF6AE1">
      <w:pPr>
        <w:shd w:val="clear" w:color="auto" w:fill="FFFFFF"/>
        <w:spacing w:before="312"/>
        <w:jc w:val="center"/>
        <w:rPr>
          <w:sz w:val="24"/>
          <w:szCs w:val="24"/>
        </w:rPr>
      </w:pPr>
      <w:r w:rsidRPr="00356EA2">
        <w:rPr>
          <w:b/>
          <w:bCs/>
          <w:spacing w:val="-3"/>
          <w:sz w:val="24"/>
          <w:szCs w:val="24"/>
        </w:rPr>
        <w:t>1. Общие положения</w:t>
      </w:r>
    </w:p>
    <w:p w:rsidR="00A44F78" w:rsidRPr="00356EA2" w:rsidRDefault="00A44F78" w:rsidP="00FF6AE1">
      <w:pPr>
        <w:shd w:val="clear" w:color="auto" w:fill="FFFFFF"/>
        <w:tabs>
          <w:tab w:val="left" w:pos="1426"/>
        </w:tabs>
        <w:spacing w:before="317" w:line="317" w:lineRule="exact"/>
        <w:ind w:firstLine="758"/>
        <w:jc w:val="both"/>
        <w:rPr>
          <w:sz w:val="24"/>
          <w:szCs w:val="24"/>
        </w:rPr>
      </w:pPr>
      <w:r w:rsidRPr="00356EA2">
        <w:rPr>
          <w:spacing w:val="-14"/>
          <w:sz w:val="24"/>
          <w:szCs w:val="24"/>
        </w:rPr>
        <w:t>1.1.</w:t>
      </w:r>
      <w:r w:rsidRPr="00356EA2">
        <w:rPr>
          <w:sz w:val="24"/>
          <w:szCs w:val="24"/>
        </w:rPr>
        <w:tab/>
        <w:t xml:space="preserve">Административный регламент предоставления муниципальной </w:t>
      </w:r>
      <w:r w:rsidRPr="00356EA2">
        <w:rPr>
          <w:spacing w:val="-1"/>
          <w:sz w:val="24"/>
          <w:szCs w:val="24"/>
        </w:rPr>
        <w:t xml:space="preserve">услуги «Предоставление дополнительного образования детей муниципальными </w:t>
      </w:r>
      <w:r w:rsidRPr="00356EA2">
        <w:rPr>
          <w:sz w:val="24"/>
          <w:szCs w:val="24"/>
        </w:rPr>
        <w:t>образовательными учреждениями дополнительного образования детей (далее - административный регламент) определяет сроки, последовательность, порядок предоставления муниципальной услуги и стандарт предоставления муниципальной услуги и направлен на повышение качества исполнения и доступности муниципальной услуги.</w:t>
      </w:r>
    </w:p>
    <w:p w:rsidR="00A44F78" w:rsidRPr="00356EA2" w:rsidRDefault="00A44F78" w:rsidP="00FF6AE1">
      <w:pPr>
        <w:shd w:val="clear" w:color="auto" w:fill="FFFFFF"/>
        <w:tabs>
          <w:tab w:val="left" w:pos="1642"/>
        </w:tabs>
        <w:spacing w:line="317" w:lineRule="exact"/>
        <w:ind w:left="14" w:firstLine="754"/>
        <w:jc w:val="both"/>
        <w:rPr>
          <w:sz w:val="24"/>
          <w:szCs w:val="24"/>
        </w:rPr>
      </w:pPr>
      <w:r w:rsidRPr="00356EA2">
        <w:rPr>
          <w:spacing w:val="-15"/>
          <w:sz w:val="24"/>
          <w:szCs w:val="24"/>
        </w:rPr>
        <w:t>1.2.</w:t>
      </w:r>
      <w:r w:rsidRPr="00356EA2">
        <w:rPr>
          <w:sz w:val="24"/>
          <w:szCs w:val="24"/>
        </w:rPr>
        <w:tab/>
        <w:t>Заявителями муниципальной услуги по обеспечению дополнительного образования детей муниципальными образовательными учреждениями дополнительного образования детей (далее - муниципальная услуга) могут быть родители (законные представители) несовершеннолетних детей, либо их уполномоченные в соответствии с действующим законодательством представители.</w:t>
      </w:r>
    </w:p>
    <w:p w:rsidR="00A44F78" w:rsidRPr="00356EA2" w:rsidRDefault="00A44F78" w:rsidP="00FF6AE1">
      <w:pPr>
        <w:shd w:val="clear" w:color="auto" w:fill="FFFFFF"/>
        <w:spacing w:line="317" w:lineRule="exact"/>
        <w:ind w:left="34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Получателями муниципальной услуги являются принимаемые в муниципальные образовательные учреждения дополнительного образования несовершеннолетние дети, достигшие определенного уставом и учебным планом учреждения возраста.</w:t>
      </w:r>
    </w:p>
    <w:p w:rsidR="00A44F78" w:rsidRPr="00356EA2" w:rsidRDefault="00A44F78" w:rsidP="00FF6AE1">
      <w:pPr>
        <w:shd w:val="clear" w:color="auto" w:fill="FFFFFF"/>
        <w:tabs>
          <w:tab w:val="left" w:pos="1253"/>
        </w:tabs>
        <w:spacing w:line="317" w:lineRule="exact"/>
        <w:ind w:firstLine="787"/>
        <w:rPr>
          <w:sz w:val="24"/>
          <w:szCs w:val="24"/>
        </w:rPr>
      </w:pPr>
      <w:r w:rsidRPr="00356EA2">
        <w:rPr>
          <w:spacing w:val="-12"/>
          <w:sz w:val="24"/>
          <w:szCs w:val="24"/>
        </w:rPr>
        <w:t>1.3.</w:t>
      </w:r>
      <w:r w:rsidRPr="00356EA2">
        <w:rPr>
          <w:sz w:val="24"/>
          <w:szCs w:val="24"/>
        </w:rPr>
        <w:tab/>
        <w:t>Порядок информирования о предоставлении муниципальной услуги.</w:t>
      </w:r>
    </w:p>
    <w:p w:rsidR="00A44F78" w:rsidRPr="00356EA2" w:rsidRDefault="00A44F78" w:rsidP="00FB442F">
      <w:pPr>
        <w:shd w:val="clear" w:color="auto" w:fill="FFFFFF"/>
        <w:tabs>
          <w:tab w:val="left" w:pos="1843"/>
        </w:tabs>
        <w:spacing w:line="317" w:lineRule="exact"/>
        <w:ind w:left="43" w:firstLine="666"/>
        <w:jc w:val="both"/>
        <w:rPr>
          <w:sz w:val="24"/>
          <w:szCs w:val="24"/>
        </w:rPr>
      </w:pPr>
      <w:r w:rsidRPr="00356EA2">
        <w:rPr>
          <w:spacing w:val="-9"/>
          <w:sz w:val="24"/>
          <w:szCs w:val="24"/>
        </w:rPr>
        <w:t>1.3.1.</w:t>
      </w:r>
      <w:r w:rsidRPr="00356EA2">
        <w:rPr>
          <w:sz w:val="24"/>
          <w:szCs w:val="24"/>
        </w:rPr>
        <w:tab/>
        <w:t xml:space="preserve">Муниципальная услуга по обеспечению дополнительного образования детей осуществляется муниципальными образовательными учреждениями дополнительного образования </w:t>
      </w:r>
      <w:r w:rsidRPr="00093C59">
        <w:rPr>
          <w:sz w:val="24"/>
          <w:szCs w:val="24"/>
        </w:rPr>
        <w:t>детей муниципального района «Грайворонский район» Белгородской</w:t>
      </w:r>
      <w:r w:rsidRPr="00356EA2">
        <w:rPr>
          <w:sz w:val="24"/>
          <w:szCs w:val="24"/>
        </w:rPr>
        <w:t xml:space="preserve"> области.</w:t>
      </w:r>
    </w:p>
    <w:p w:rsidR="00A44F78" w:rsidRPr="00356EA2" w:rsidRDefault="00A44F78" w:rsidP="00FB442F">
      <w:pPr>
        <w:shd w:val="clear" w:color="auto" w:fill="FFFFFF"/>
        <w:spacing w:line="317" w:lineRule="exact"/>
        <w:ind w:left="58" w:firstLine="66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Ответственными за качество предоставления муниципальной услуги являются руководители муниципальных образовательных учреждений дополнительного образования детей.</w:t>
      </w:r>
    </w:p>
    <w:p w:rsidR="00A44F78" w:rsidRPr="00356EA2" w:rsidRDefault="00A44F78" w:rsidP="00FB442F">
      <w:pPr>
        <w:shd w:val="clear" w:color="auto" w:fill="FFFFFF"/>
        <w:tabs>
          <w:tab w:val="left" w:pos="1843"/>
        </w:tabs>
        <w:spacing w:line="317" w:lineRule="exact"/>
        <w:ind w:left="43" w:firstLine="666"/>
        <w:jc w:val="both"/>
        <w:rPr>
          <w:sz w:val="24"/>
          <w:szCs w:val="24"/>
        </w:rPr>
      </w:pPr>
      <w:r w:rsidRPr="00356EA2">
        <w:rPr>
          <w:spacing w:val="-8"/>
          <w:sz w:val="24"/>
          <w:szCs w:val="24"/>
        </w:rPr>
        <w:t>1.3.2.</w:t>
      </w:r>
      <w:r w:rsidRPr="00356EA2">
        <w:rPr>
          <w:sz w:val="24"/>
          <w:szCs w:val="24"/>
        </w:rPr>
        <w:tab/>
        <w:t>Информирование о предоставлении муниципальной услуги осуществляется:</w:t>
      </w:r>
    </w:p>
    <w:p w:rsidR="00A44F78" w:rsidRPr="00356EA2" w:rsidRDefault="00A44F78" w:rsidP="00FB442F">
      <w:pPr>
        <w:shd w:val="clear" w:color="auto" w:fill="FFFFFF"/>
        <w:tabs>
          <w:tab w:val="left" w:pos="902"/>
        </w:tabs>
        <w:spacing w:before="58" w:line="317" w:lineRule="exact"/>
        <w:ind w:firstLine="66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2"/>
          <w:sz w:val="24"/>
          <w:szCs w:val="24"/>
        </w:rPr>
        <w:t xml:space="preserve">управлением образования администрации Грайворонского района Белгородской области. Сведения о </w:t>
      </w:r>
      <w:r w:rsidRPr="00356EA2">
        <w:rPr>
          <w:sz w:val="24"/>
          <w:szCs w:val="24"/>
        </w:rPr>
        <w:t>месте нахождения, графике работы и номерах телефонов указаны в приложении 1 к административному регламенту;</w:t>
      </w:r>
    </w:p>
    <w:p w:rsidR="00A44F78" w:rsidRPr="00356EA2" w:rsidRDefault="00A44F78" w:rsidP="00FB442F">
      <w:pPr>
        <w:shd w:val="clear" w:color="auto" w:fill="FFFFFF"/>
        <w:tabs>
          <w:tab w:val="left" w:pos="922"/>
        </w:tabs>
        <w:spacing w:before="10" w:line="317" w:lineRule="exact"/>
        <w:ind w:left="10" w:firstLine="66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муниципальными образовательными учреждениями дополнительного образования детей. Сведения о месте нахождения и номерах телефонов указаны в приложении 2 к административному регламенту.</w:t>
      </w:r>
    </w:p>
    <w:p w:rsidR="00A44F78" w:rsidRPr="00356EA2" w:rsidRDefault="00A44F78" w:rsidP="00FB442F">
      <w:pPr>
        <w:shd w:val="clear" w:color="auto" w:fill="FFFFFF"/>
        <w:tabs>
          <w:tab w:val="left" w:pos="1843"/>
        </w:tabs>
        <w:spacing w:line="317" w:lineRule="exact"/>
        <w:ind w:left="5" w:firstLine="666"/>
        <w:jc w:val="both"/>
        <w:rPr>
          <w:sz w:val="24"/>
          <w:szCs w:val="24"/>
        </w:rPr>
      </w:pPr>
      <w:r w:rsidRPr="00356EA2">
        <w:rPr>
          <w:spacing w:val="-9"/>
          <w:sz w:val="24"/>
          <w:szCs w:val="24"/>
        </w:rPr>
        <w:t>1.3.3.</w:t>
      </w:r>
      <w:r w:rsidRPr="00356EA2">
        <w:rPr>
          <w:sz w:val="24"/>
          <w:szCs w:val="24"/>
        </w:rPr>
        <w:tab/>
        <w:t>Информация о порядке предоставления муниципальной услуги размещается:</w:t>
      </w:r>
    </w:p>
    <w:p w:rsidR="00A44F78" w:rsidRDefault="00A44F78" w:rsidP="00FB442F">
      <w:pPr>
        <w:shd w:val="clear" w:color="auto" w:fill="FFFFFF"/>
        <w:tabs>
          <w:tab w:val="left" w:pos="922"/>
        </w:tabs>
        <w:spacing w:before="5" w:line="317" w:lineRule="exact"/>
        <w:ind w:left="10" w:firstLine="666"/>
        <w:jc w:val="both"/>
        <w:rPr>
          <w:spacing w:val="-1"/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>на официальном сайте управления образования (</w:t>
      </w:r>
      <w:r w:rsidRPr="00356EA2">
        <w:rPr>
          <w:sz w:val="24"/>
          <w:szCs w:val="24"/>
          <w:u w:val="single"/>
        </w:rPr>
        <w:t>http://uograi.ucoz.ru/</w:t>
      </w:r>
      <w:r w:rsidRPr="00356EA2">
        <w:rPr>
          <w:spacing w:val="-1"/>
          <w:sz w:val="24"/>
          <w:szCs w:val="24"/>
        </w:rPr>
        <w:t xml:space="preserve">) и сайтах </w:t>
      </w:r>
    </w:p>
    <w:p w:rsidR="00A44F78" w:rsidRDefault="00A44F78" w:rsidP="00FF6AE1">
      <w:pPr>
        <w:shd w:val="clear" w:color="auto" w:fill="FFFFFF"/>
        <w:tabs>
          <w:tab w:val="left" w:pos="922"/>
        </w:tabs>
        <w:spacing w:before="5" w:line="317" w:lineRule="exact"/>
        <w:ind w:left="10" w:firstLine="730"/>
        <w:jc w:val="both"/>
        <w:rPr>
          <w:spacing w:val="-1"/>
          <w:sz w:val="24"/>
          <w:szCs w:val="24"/>
        </w:rPr>
      </w:pPr>
    </w:p>
    <w:p w:rsidR="00A44F78" w:rsidRPr="00356EA2" w:rsidRDefault="00A44F78" w:rsidP="002E5A54">
      <w:pPr>
        <w:shd w:val="clear" w:color="auto" w:fill="FFFFFF"/>
        <w:tabs>
          <w:tab w:val="left" w:pos="922"/>
        </w:tabs>
        <w:spacing w:before="5" w:line="317" w:lineRule="exact"/>
        <w:ind w:left="10" w:hanging="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муниципальных образовательных учреждений дополнительного образования детей;</w:t>
      </w:r>
    </w:p>
    <w:p w:rsidR="00A44F78" w:rsidRPr="00356EA2" w:rsidRDefault="00A44F78" w:rsidP="00FF6AE1">
      <w:pPr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на официальном сайте органов местного самоуправления Грайворонского района в сети Интернет (</w:t>
      </w:r>
      <w:r w:rsidRPr="00356EA2">
        <w:rPr>
          <w:sz w:val="24"/>
          <w:szCs w:val="24"/>
          <w:u w:val="single"/>
        </w:rPr>
        <w:t>http://www.graivoron.ru/</w:t>
      </w:r>
      <w:r w:rsidRPr="00356EA2">
        <w:rPr>
          <w:sz w:val="24"/>
          <w:szCs w:val="24"/>
        </w:rPr>
        <w:t>);</w:t>
      </w:r>
    </w:p>
    <w:p w:rsidR="00A44F78" w:rsidRPr="00356EA2" w:rsidRDefault="00A44F78" w:rsidP="00FF6AE1">
      <w:pPr>
        <w:shd w:val="clear" w:color="auto" w:fill="FFFFFF"/>
        <w:tabs>
          <w:tab w:val="left" w:pos="1056"/>
        </w:tabs>
        <w:spacing w:before="5" w:line="317" w:lineRule="exact"/>
        <w:ind w:left="19" w:firstLine="730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на Едином портале государственных и муниципальных услуг (функций) </w:t>
      </w:r>
      <w:r w:rsidRPr="00356EA2">
        <w:rPr>
          <w:sz w:val="24"/>
          <w:szCs w:val="24"/>
        </w:rPr>
        <w:t>(</w:t>
      </w:r>
      <w:hyperlink r:id="rId7" w:history="1">
        <w:r w:rsidRPr="00356EA2">
          <w:rPr>
            <w:sz w:val="24"/>
            <w:szCs w:val="24"/>
            <w:u w:val="single"/>
            <w:lang w:val="en-US"/>
          </w:rPr>
          <w:t>www</w:t>
        </w:r>
        <w:r w:rsidRPr="00356EA2">
          <w:rPr>
            <w:sz w:val="24"/>
            <w:szCs w:val="24"/>
            <w:u w:val="single"/>
          </w:rPr>
          <w:t>.</w:t>
        </w:r>
        <w:r w:rsidRPr="00356EA2">
          <w:rPr>
            <w:sz w:val="24"/>
            <w:szCs w:val="24"/>
            <w:u w:val="single"/>
            <w:lang w:val="en-US"/>
          </w:rPr>
          <w:t>gosuslugi</w:t>
        </w:r>
        <w:r w:rsidRPr="00356EA2">
          <w:rPr>
            <w:sz w:val="24"/>
            <w:szCs w:val="24"/>
            <w:u w:val="single"/>
          </w:rPr>
          <w:t>.</w:t>
        </w:r>
        <w:r w:rsidRPr="00356EA2">
          <w:rPr>
            <w:sz w:val="24"/>
            <w:szCs w:val="24"/>
            <w:u w:val="single"/>
            <w:lang w:val="en-US"/>
          </w:rPr>
          <w:t>ru</w:t>
        </w:r>
      </w:hyperlink>
      <w:r w:rsidRPr="00356EA2">
        <w:rPr>
          <w:sz w:val="24"/>
          <w:szCs w:val="24"/>
        </w:rPr>
        <w:t>);</w:t>
      </w:r>
    </w:p>
    <w:p w:rsidR="00A44F78" w:rsidRPr="00356EA2" w:rsidRDefault="00A44F78" w:rsidP="00FF6AE1">
      <w:pPr>
        <w:numPr>
          <w:ilvl w:val="0"/>
          <w:numId w:val="2"/>
        </w:numPr>
        <w:shd w:val="clear" w:color="auto" w:fill="FFFFFF"/>
        <w:tabs>
          <w:tab w:val="left" w:pos="917"/>
        </w:tabs>
        <w:spacing w:line="317" w:lineRule="exact"/>
        <w:ind w:left="758"/>
        <w:rPr>
          <w:sz w:val="24"/>
          <w:szCs w:val="24"/>
        </w:rPr>
      </w:pPr>
      <w:r w:rsidRPr="00356EA2">
        <w:rPr>
          <w:sz w:val="24"/>
          <w:szCs w:val="24"/>
        </w:rPr>
        <w:t>в средствах массовой информации;</w:t>
      </w:r>
    </w:p>
    <w:p w:rsidR="00A44F78" w:rsidRPr="00356EA2" w:rsidRDefault="00A44F78" w:rsidP="00FF6AE1">
      <w:pPr>
        <w:numPr>
          <w:ilvl w:val="0"/>
          <w:numId w:val="2"/>
        </w:numPr>
        <w:shd w:val="clear" w:color="auto" w:fill="FFFFFF"/>
        <w:tabs>
          <w:tab w:val="left" w:pos="917"/>
        </w:tabs>
        <w:spacing w:before="5" w:line="317" w:lineRule="exact"/>
        <w:ind w:left="19" w:firstLine="73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на информационных стендах в местах предоставления муниципальной услуги;</w:t>
      </w:r>
    </w:p>
    <w:p w:rsidR="00A44F78" w:rsidRPr="00356EA2" w:rsidRDefault="00A44F78" w:rsidP="002E5A54">
      <w:pPr>
        <w:shd w:val="clear" w:color="auto" w:fill="FFFFFF"/>
        <w:spacing w:line="317" w:lineRule="exact"/>
        <w:ind w:left="38" w:firstLine="6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 w:rsidRPr="00356EA2">
        <w:rPr>
          <w:sz w:val="24"/>
          <w:szCs w:val="24"/>
        </w:rPr>
        <w:t xml:space="preserve">предоставляется непосредственно сотрудниками управления образования администрации </w:t>
      </w:r>
      <w:r>
        <w:rPr>
          <w:sz w:val="24"/>
          <w:szCs w:val="24"/>
        </w:rPr>
        <w:t>Грайворонского района</w:t>
      </w:r>
      <w:r w:rsidRPr="00356EA2">
        <w:rPr>
          <w:sz w:val="24"/>
          <w:szCs w:val="24"/>
        </w:rPr>
        <w:t xml:space="preserve"> и учреждений дополнительного образования </w:t>
      </w:r>
      <w:r>
        <w:rPr>
          <w:sz w:val="24"/>
          <w:szCs w:val="24"/>
        </w:rPr>
        <w:t>детей</w:t>
      </w:r>
      <w:r w:rsidRPr="00356EA2">
        <w:rPr>
          <w:sz w:val="24"/>
          <w:szCs w:val="24"/>
        </w:rPr>
        <w:t>.</w:t>
      </w:r>
    </w:p>
    <w:p w:rsidR="00A44F78" w:rsidRPr="00356EA2" w:rsidRDefault="00A44F78" w:rsidP="00FF6AE1">
      <w:pPr>
        <w:shd w:val="clear" w:color="auto" w:fill="FFFFFF"/>
        <w:tabs>
          <w:tab w:val="left" w:pos="1843"/>
        </w:tabs>
        <w:spacing w:line="317" w:lineRule="exact"/>
        <w:ind w:left="5" w:firstLine="988"/>
        <w:jc w:val="both"/>
        <w:rPr>
          <w:sz w:val="24"/>
          <w:szCs w:val="24"/>
        </w:rPr>
      </w:pPr>
      <w:r w:rsidRPr="00356EA2">
        <w:rPr>
          <w:spacing w:val="-7"/>
          <w:sz w:val="24"/>
          <w:szCs w:val="24"/>
        </w:rPr>
        <w:t>1.3.4.</w:t>
      </w:r>
      <w:r w:rsidRPr="00356EA2">
        <w:rPr>
          <w:sz w:val="24"/>
          <w:szCs w:val="24"/>
        </w:rPr>
        <w:tab/>
        <w:t>Заявитель имеет право на получение информации по вопросам предоставления муниципальной услуги, в том числе о ходе предоставления муниципальной услуги, обратившись:</w:t>
      </w:r>
    </w:p>
    <w:p w:rsidR="00A44F78" w:rsidRPr="00356EA2" w:rsidRDefault="00A44F78" w:rsidP="00FF6AE1">
      <w:pPr>
        <w:shd w:val="clear" w:color="auto" w:fill="FFFFFF"/>
        <w:tabs>
          <w:tab w:val="left" w:pos="1022"/>
        </w:tabs>
        <w:spacing w:line="317" w:lineRule="exact"/>
        <w:ind w:left="48" w:firstLine="51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в устной форме лично в учреждение дополнительного образования детей;</w:t>
      </w:r>
    </w:p>
    <w:p w:rsidR="00A44F78" w:rsidRPr="00356EA2" w:rsidRDefault="00A44F78" w:rsidP="00FF6AE1">
      <w:pPr>
        <w:shd w:val="clear" w:color="auto" w:fill="FFFFFF"/>
        <w:tabs>
          <w:tab w:val="left" w:pos="936"/>
        </w:tabs>
        <w:spacing w:line="317" w:lineRule="exact"/>
        <w:ind w:firstLine="567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по телефону в образовательное учреждение;</w:t>
      </w:r>
    </w:p>
    <w:p w:rsidR="00A44F78" w:rsidRPr="00356EA2" w:rsidRDefault="00A44F78" w:rsidP="00FF6AE1">
      <w:pPr>
        <w:shd w:val="clear" w:color="auto" w:fill="FFFFFF"/>
        <w:spacing w:line="317" w:lineRule="exact"/>
        <w:ind w:left="62" w:firstLine="51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 через Интернет-сайты образовательных учреждений, почту, посредством факсимильной связи.</w:t>
      </w:r>
    </w:p>
    <w:p w:rsidR="00A44F78" w:rsidRPr="00356EA2" w:rsidRDefault="00A44F78" w:rsidP="00FF6AE1">
      <w:pPr>
        <w:shd w:val="clear" w:color="auto" w:fill="FFFFFF"/>
        <w:spacing w:line="317" w:lineRule="exact"/>
        <w:ind w:left="67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7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Информация о предоставлении муниципальной услуги по обеспечению дополнительного образования детей должна содержать, в том числе сведения:</w:t>
      </w:r>
    </w:p>
    <w:p w:rsidR="00A44F78" w:rsidRPr="00356EA2" w:rsidRDefault="00A44F78" w:rsidP="00FF6AE1">
      <w:pPr>
        <w:shd w:val="clear" w:color="auto" w:fill="FFFFFF"/>
        <w:tabs>
          <w:tab w:val="left" w:pos="1147"/>
        </w:tabs>
        <w:spacing w:before="10" w:line="317" w:lineRule="exact"/>
        <w:ind w:left="91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 действиях родителей (законных представителей), являющихся основанием для предоставления муниципальной услуги;</w:t>
      </w:r>
    </w:p>
    <w:p w:rsidR="00A44F78" w:rsidRPr="00356EA2" w:rsidRDefault="00A44F78" w:rsidP="00FF6AE1">
      <w:pPr>
        <w:numPr>
          <w:ilvl w:val="0"/>
          <w:numId w:val="3"/>
        </w:numPr>
        <w:shd w:val="clear" w:color="auto" w:fill="FFFFFF"/>
        <w:tabs>
          <w:tab w:val="left" w:pos="970"/>
        </w:tabs>
        <w:spacing w:line="317" w:lineRule="exact"/>
        <w:ind w:left="806"/>
        <w:rPr>
          <w:sz w:val="24"/>
          <w:szCs w:val="24"/>
        </w:rPr>
      </w:pPr>
      <w:r w:rsidRPr="00356EA2">
        <w:rPr>
          <w:sz w:val="24"/>
          <w:szCs w:val="24"/>
        </w:rPr>
        <w:t>о порядке предоставления муниципальной услуги;</w:t>
      </w:r>
    </w:p>
    <w:p w:rsidR="00A44F78" w:rsidRPr="00356EA2" w:rsidRDefault="00A44F78" w:rsidP="00FF6AE1">
      <w:pPr>
        <w:numPr>
          <w:ilvl w:val="0"/>
          <w:numId w:val="3"/>
        </w:numPr>
        <w:shd w:val="clear" w:color="auto" w:fill="FFFFFF"/>
        <w:tabs>
          <w:tab w:val="left" w:pos="970"/>
        </w:tabs>
        <w:spacing w:line="317" w:lineRule="exact"/>
        <w:ind w:left="806"/>
        <w:rPr>
          <w:sz w:val="24"/>
          <w:szCs w:val="24"/>
        </w:rPr>
      </w:pPr>
      <w:r w:rsidRPr="00356EA2">
        <w:rPr>
          <w:sz w:val="24"/>
          <w:szCs w:val="24"/>
        </w:rPr>
        <w:t>о перечне документов для предоставления муниципальной услуги;</w:t>
      </w:r>
    </w:p>
    <w:p w:rsidR="00A44F78" w:rsidRPr="00356EA2" w:rsidRDefault="00A44F78" w:rsidP="00FF6AE1">
      <w:pPr>
        <w:numPr>
          <w:ilvl w:val="0"/>
          <w:numId w:val="3"/>
        </w:numPr>
        <w:shd w:val="clear" w:color="auto" w:fill="FFFFFF"/>
        <w:tabs>
          <w:tab w:val="left" w:pos="970"/>
        </w:tabs>
        <w:spacing w:line="317" w:lineRule="exact"/>
        <w:ind w:left="96" w:firstLine="710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о должностных лицах, ответственных за предоставление муниципальной </w:t>
      </w:r>
      <w:r w:rsidRPr="00356EA2">
        <w:rPr>
          <w:sz w:val="24"/>
          <w:szCs w:val="24"/>
        </w:rPr>
        <w:t>услуги;</w:t>
      </w:r>
    </w:p>
    <w:p w:rsidR="00A44F78" w:rsidRPr="00356EA2" w:rsidRDefault="00A44F78" w:rsidP="00FF6AE1">
      <w:pPr>
        <w:numPr>
          <w:ilvl w:val="0"/>
          <w:numId w:val="3"/>
        </w:numPr>
        <w:shd w:val="clear" w:color="auto" w:fill="FFFFFF"/>
        <w:tabs>
          <w:tab w:val="left" w:pos="970"/>
        </w:tabs>
        <w:spacing w:line="317" w:lineRule="exact"/>
        <w:ind w:left="806"/>
        <w:rPr>
          <w:sz w:val="24"/>
          <w:szCs w:val="24"/>
        </w:rPr>
      </w:pPr>
      <w:r w:rsidRPr="00356EA2">
        <w:rPr>
          <w:sz w:val="24"/>
          <w:szCs w:val="24"/>
        </w:rPr>
        <w:t>о графике приема заявителей муниципальной услуги;</w:t>
      </w:r>
    </w:p>
    <w:p w:rsidR="00A44F78" w:rsidRPr="00356EA2" w:rsidRDefault="00A44F78" w:rsidP="00FF6AE1">
      <w:pPr>
        <w:numPr>
          <w:ilvl w:val="0"/>
          <w:numId w:val="3"/>
        </w:numPr>
        <w:shd w:val="clear" w:color="auto" w:fill="FFFFFF"/>
        <w:tabs>
          <w:tab w:val="left" w:pos="970"/>
        </w:tabs>
        <w:spacing w:line="317" w:lineRule="exact"/>
        <w:ind w:left="806"/>
        <w:rPr>
          <w:sz w:val="24"/>
          <w:szCs w:val="24"/>
        </w:rPr>
      </w:pPr>
      <w:r w:rsidRPr="00356EA2">
        <w:rPr>
          <w:sz w:val="24"/>
          <w:szCs w:val="24"/>
        </w:rPr>
        <w:t>об основаниях для отказа в предоставлении муниципальной услуги;</w:t>
      </w:r>
    </w:p>
    <w:p w:rsidR="00A44F78" w:rsidRPr="00356EA2" w:rsidRDefault="00A44F78" w:rsidP="00FF6AE1">
      <w:pPr>
        <w:shd w:val="clear" w:color="auto" w:fill="FFFFFF"/>
        <w:tabs>
          <w:tab w:val="left" w:pos="1114"/>
        </w:tabs>
        <w:spacing w:line="317" w:lineRule="exact"/>
        <w:ind w:left="130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 порядке обжалования действий (бездействия) должностных лиц, предоставляющих муниципальную услугу.</w:t>
      </w:r>
    </w:p>
    <w:p w:rsidR="00A44F78" w:rsidRPr="00356EA2" w:rsidRDefault="00A44F78" w:rsidP="00FF6AE1">
      <w:pPr>
        <w:shd w:val="clear" w:color="auto" w:fill="FFFFFF"/>
        <w:tabs>
          <w:tab w:val="left" w:pos="1843"/>
        </w:tabs>
        <w:spacing w:before="58" w:line="317" w:lineRule="exact"/>
        <w:ind w:firstLine="993"/>
        <w:jc w:val="both"/>
        <w:rPr>
          <w:sz w:val="24"/>
          <w:szCs w:val="24"/>
        </w:rPr>
      </w:pPr>
      <w:r w:rsidRPr="00356EA2">
        <w:rPr>
          <w:spacing w:val="-11"/>
          <w:sz w:val="24"/>
          <w:szCs w:val="24"/>
        </w:rPr>
        <w:t>1.3.5.</w:t>
      </w:r>
      <w:r w:rsidRPr="00356EA2">
        <w:rPr>
          <w:sz w:val="24"/>
          <w:szCs w:val="24"/>
        </w:rPr>
        <w:tab/>
        <w:t xml:space="preserve">Консультации (справки) по вопросам предоставления </w:t>
      </w:r>
      <w:r w:rsidRPr="00356EA2">
        <w:rPr>
          <w:spacing w:val="-1"/>
          <w:sz w:val="24"/>
          <w:szCs w:val="24"/>
        </w:rPr>
        <w:t>муниципальной услуги даются специалистами образовательных учреждений и управления образования в приемные дни лично, а также по телефону.</w:t>
      </w:r>
    </w:p>
    <w:p w:rsidR="00A44F78" w:rsidRPr="00356EA2" w:rsidRDefault="00A44F78" w:rsidP="00FF6AE1">
      <w:pPr>
        <w:shd w:val="clear" w:color="auto" w:fill="FFFFFF"/>
        <w:spacing w:line="317" w:lineRule="exact"/>
        <w:ind w:left="5" w:firstLine="686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При общении с гражданами (по телефону или лично) ответственные </w:t>
      </w:r>
      <w:r w:rsidRPr="00356EA2">
        <w:rPr>
          <w:sz w:val="24"/>
          <w:szCs w:val="24"/>
        </w:rPr>
        <w:t>специалисты должны корректно и внимательно относиться к гражданам, не унижая их чести и достоинства.</w:t>
      </w:r>
    </w:p>
    <w:p w:rsidR="00A44F78" w:rsidRPr="00356EA2" w:rsidRDefault="00A44F78" w:rsidP="00FF6AE1">
      <w:pPr>
        <w:shd w:val="clear" w:color="auto" w:fill="FFFFFF"/>
        <w:spacing w:before="5" w:line="317" w:lineRule="exact"/>
        <w:ind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Устное информирование о порядке предоставления муниципальной услуги должно проводиться с использованием официально - делового стиля речи.</w:t>
      </w:r>
    </w:p>
    <w:p w:rsidR="00A44F78" w:rsidRPr="00356EA2" w:rsidRDefault="00A44F78" w:rsidP="00FF6AE1">
      <w:pPr>
        <w:shd w:val="clear" w:color="auto" w:fill="FFFFFF"/>
        <w:spacing w:before="10" w:line="317" w:lineRule="exact"/>
        <w:ind w:left="14" w:firstLine="691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При невозможности самостоятельно ответить на поставленные вопросы специалистом, принявшим телефонный звонок, данный звонок должен быть </w:t>
      </w:r>
      <w:r w:rsidRPr="00356EA2">
        <w:rPr>
          <w:sz w:val="24"/>
          <w:szCs w:val="24"/>
        </w:rPr>
        <w:t>переадресован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A44F78" w:rsidRPr="00356EA2" w:rsidRDefault="00A44F78" w:rsidP="00FF6AE1">
      <w:pPr>
        <w:shd w:val="clear" w:color="auto" w:fill="FFFFFF"/>
        <w:spacing w:line="317" w:lineRule="exact"/>
        <w:ind w:left="19" w:firstLine="69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При устном обращении специалист, осуществляющий прием и </w:t>
      </w:r>
      <w:r w:rsidRPr="00356EA2">
        <w:rPr>
          <w:spacing w:val="-1"/>
          <w:sz w:val="24"/>
          <w:szCs w:val="24"/>
        </w:rPr>
        <w:t>консультирование, в пределах своей компетенции дает ответ самостоятельно.</w:t>
      </w:r>
    </w:p>
    <w:p w:rsidR="00A44F78" w:rsidRPr="00356EA2" w:rsidRDefault="00A44F78" w:rsidP="00FF6AE1">
      <w:pPr>
        <w:shd w:val="clear" w:color="auto" w:fill="FFFFFF"/>
        <w:spacing w:line="317" w:lineRule="exact"/>
        <w:ind w:left="19"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Если подготовка ответа требует продолжительного (дополнительного) времени, заявителю предлагается один из трех вариантов дальнейших действий:</w:t>
      </w:r>
    </w:p>
    <w:p w:rsidR="00A44F78" w:rsidRPr="00356EA2" w:rsidRDefault="00A44F78" w:rsidP="00FF6AE1">
      <w:pPr>
        <w:numPr>
          <w:ilvl w:val="0"/>
          <w:numId w:val="4"/>
        </w:numPr>
        <w:shd w:val="clear" w:color="auto" w:fill="FFFFFF"/>
        <w:tabs>
          <w:tab w:val="left" w:pos="1022"/>
        </w:tabs>
        <w:spacing w:line="317" w:lineRule="exact"/>
        <w:ind w:left="725"/>
        <w:rPr>
          <w:spacing w:val="-23"/>
          <w:sz w:val="24"/>
          <w:szCs w:val="24"/>
        </w:rPr>
      </w:pPr>
      <w:r w:rsidRPr="00356EA2">
        <w:rPr>
          <w:spacing w:val="-1"/>
          <w:sz w:val="24"/>
          <w:szCs w:val="24"/>
        </w:rPr>
        <w:t>изложить суть обращения в письменной форме;</w:t>
      </w:r>
    </w:p>
    <w:p w:rsidR="00A44F78" w:rsidRPr="00356EA2" w:rsidRDefault="00A44F78" w:rsidP="00FF6AE1">
      <w:pPr>
        <w:numPr>
          <w:ilvl w:val="0"/>
          <w:numId w:val="4"/>
        </w:numPr>
        <w:shd w:val="clear" w:color="auto" w:fill="FFFFFF"/>
        <w:tabs>
          <w:tab w:val="left" w:pos="1022"/>
        </w:tabs>
        <w:spacing w:line="317" w:lineRule="exact"/>
        <w:ind w:left="725"/>
        <w:rPr>
          <w:spacing w:val="-13"/>
          <w:sz w:val="24"/>
          <w:szCs w:val="24"/>
        </w:rPr>
      </w:pPr>
      <w:r w:rsidRPr="00356EA2">
        <w:rPr>
          <w:sz w:val="24"/>
          <w:szCs w:val="24"/>
        </w:rPr>
        <w:t>назначить другое удобное для заявителя время для консультации;</w:t>
      </w:r>
    </w:p>
    <w:p w:rsidR="00A44F78" w:rsidRPr="00356EA2" w:rsidRDefault="00A44F78" w:rsidP="00FF6AE1">
      <w:pPr>
        <w:shd w:val="clear" w:color="auto" w:fill="FFFFFF"/>
        <w:tabs>
          <w:tab w:val="left" w:pos="1104"/>
        </w:tabs>
        <w:spacing w:line="317" w:lineRule="exact"/>
        <w:ind w:left="24" w:firstLine="706"/>
        <w:jc w:val="both"/>
        <w:rPr>
          <w:sz w:val="24"/>
          <w:szCs w:val="24"/>
        </w:rPr>
      </w:pPr>
      <w:r w:rsidRPr="00356EA2">
        <w:rPr>
          <w:spacing w:val="-13"/>
          <w:sz w:val="24"/>
          <w:szCs w:val="24"/>
        </w:rPr>
        <w:t>3)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 xml:space="preserve">дать консультацию в трехдневный срок по контактному телефону, </w:t>
      </w:r>
      <w:r w:rsidRPr="00356EA2">
        <w:rPr>
          <w:sz w:val="24"/>
          <w:szCs w:val="24"/>
        </w:rPr>
        <w:t>указанному заявителем.</w:t>
      </w:r>
    </w:p>
    <w:p w:rsidR="00A44F78" w:rsidRPr="00356EA2" w:rsidRDefault="00A44F78" w:rsidP="00FF6AE1">
      <w:pPr>
        <w:shd w:val="clear" w:color="auto" w:fill="FFFFFF"/>
        <w:tabs>
          <w:tab w:val="left" w:pos="1843"/>
        </w:tabs>
        <w:spacing w:line="317" w:lineRule="exact"/>
        <w:ind w:firstLine="993"/>
        <w:jc w:val="both"/>
        <w:rPr>
          <w:sz w:val="24"/>
          <w:szCs w:val="24"/>
        </w:rPr>
      </w:pPr>
      <w:r w:rsidRPr="00356EA2">
        <w:rPr>
          <w:spacing w:val="-8"/>
          <w:sz w:val="24"/>
          <w:szCs w:val="24"/>
        </w:rPr>
        <w:t>1.3.6.</w:t>
      </w:r>
      <w:r w:rsidRPr="00356EA2">
        <w:rPr>
          <w:sz w:val="24"/>
          <w:szCs w:val="24"/>
        </w:rPr>
        <w:tab/>
        <w:t xml:space="preserve">Письменные разъяснения осуществляются при наличии </w:t>
      </w:r>
      <w:r w:rsidRPr="00356EA2">
        <w:rPr>
          <w:spacing w:val="-1"/>
          <w:sz w:val="24"/>
          <w:szCs w:val="24"/>
        </w:rPr>
        <w:t xml:space="preserve">письменного обращения заявителя. Ответ на обращение направляется письмом, </w:t>
      </w:r>
      <w:r w:rsidRPr="00356EA2">
        <w:rPr>
          <w:sz w:val="24"/>
          <w:szCs w:val="24"/>
        </w:rPr>
        <w:t>электронной почтой, факсом либо через Интернет-сайт в зависимости от способа обращения заинтересованного в получении муниципальной услуги лица.</w:t>
      </w:r>
    </w:p>
    <w:p w:rsidR="00A44F78" w:rsidRPr="00356EA2" w:rsidRDefault="00A44F78" w:rsidP="00FF6AE1">
      <w:pPr>
        <w:shd w:val="clear" w:color="auto" w:fill="FFFFFF"/>
        <w:spacing w:line="317" w:lineRule="exact"/>
        <w:ind w:left="38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Ответ на письменное обращение дается в течение 30 дней со дня его регистрации. В случаях, предусмотренных действующим законодательством Российской Федерации, срок рассмотрения письменного обращения может быть продлен.</w:t>
      </w:r>
    </w:p>
    <w:p w:rsidR="00A44F78" w:rsidRPr="00356EA2" w:rsidRDefault="00A44F78" w:rsidP="00FF6AE1">
      <w:pPr>
        <w:shd w:val="clear" w:color="auto" w:fill="FFFFFF"/>
        <w:spacing w:line="317" w:lineRule="exact"/>
        <w:ind w:left="58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Сводная информация о муниципальной услуге размещается на официальном сайте управления образования администрации Грайворонского района Белгородской области; информация по каждому образовательному учреждению размещается на сайте этого учреждения.</w:t>
      </w:r>
    </w:p>
    <w:p w:rsidR="00A44F78" w:rsidRPr="00356EA2" w:rsidRDefault="00A44F78" w:rsidP="00FF6AE1">
      <w:pPr>
        <w:shd w:val="clear" w:color="auto" w:fill="FFFFFF"/>
        <w:spacing w:line="317" w:lineRule="exact"/>
        <w:ind w:left="58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В сводной информации указывается общее количество образовательных учреждений, название образовательного учреждения, его адрес, телефон, адрес электронной почты.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7" w:firstLine="682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Информация по запросу на сайте размещается в режиме вопросов-ответов в течение 10 рабочих дней, а в случаях, требующих дополнительной проработки, проведения консультаций либо направления запросов в иные организации, - в течение 20 рабочих дней, за исключением случаев, установленных действующим законодательством Российской Федерации.</w:t>
      </w:r>
    </w:p>
    <w:p w:rsidR="00A44F78" w:rsidRPr="00356EA2" w:rsidRDefault="00A44F78" w:rsidP="00FF6AE1">
      <w:pPr>
        <w:shd w:val="clear" w:color="auto" w:fill="FFFFFF"/>
        <w:tabs>
          <w:tab w:val="left" w:pos="1843"/>
        </w:tabs>
        <w:spacing w:before="53" w:line="317" w:lineRule="exact"/>
        <w:ind w:firstLine="993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1.3.7. Места получения информации о предоставлении муниципальной услуги оборудуются информационными стендами, на которых размещается следующая информация:</w:t>
      </w:r>
    </w:p>
    <w:p w:rsidR="00A44F78" w:rsidRPr="00356EA2" w:rsidRDefault="00A44F78" w:rsidP="00FF6AE1">
      <w:pPr>
        <w:shd w:val="clear" w:color="auto" w:fill="FFFFFF"/>
        <w:tabs>
          <w:tab w:val="left" w:pos="888"/>
        </w:tabs>
        <w:spacing w:before="5" w:line="317" w:lineRule="exact"/>
        <w:ind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2"/>
          <w:sz w:val="24"/>
          <w:szCs w:val="24"/>
        </w:rPr>
        <w:t xml:space="preserve">номера телефонов, графики личного приема граждан уполномоченными </w:t>
      </w:r>
      <w:r w:rsidRPr="00356EA2">
        <w:rPr>
          <w:spacing w:val="-1"/>
          <w:sz w:val="24"/>
          <w:szCs w:val="24"/>
        </w:rPr>
        <w:t>должностными лицами управления образования, образовательных учреждений;</w:t>
      </w:r>
    </w:p>
    <w:p w:rsidR="00A44F78" w:rsidRPr="00356EA2" w:rsidRDefault="00A44F78" w:rsidP="00FF6AE1">
      <w:pPr>
        <w:shd w:val="clear" w:color="auto" w:fill="FFFFFF"/>
        <w:tabs>
          <w:tab w:val="left" w:pos="1008"/>
        </w:tabs>
        <w:spacing w:line="317" w:lineRule="exact"/>
        <w:ind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 xml:space="preserve">извлечения из нормативных правовых актов, содержащих нормы, регулирующие порядок предоставления муниципальной услуги, в том числе </w:t>
      </w:r>
      <w:r w:rsidRPr="00356EA2">
        <w:rPr>
          <w:spacing w:val="-1"/>
          <w:sz w:val="24"/>
          <w:szCs w:val="24"/>
        </w:rPr>
        <w:t>административный регламент предоставления муниципальной услуги;</w:t>
      </w:r>
    </w:p>
    <w:p w:rsidR="00A44F78" w:rsidRPr="00356EA2" w:rsidRDefault="00A44F78" w:rsidP="00FF6AE1">
      <w:pPr>
        <w:shd w:val="clear" w:color="auto" w:fill="FFFFFF"/>
        <w:tabs>
          <w:tab w:val="left" w:pos="893"/>
        </w:tabs>
        <w:spacing w:before="5" w:line="312" w:lineRule="exact"/>
        <w:ind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2"/>
          <w:sz w:val="24"/>
          <w:szCs w:val="24"/>
        </w:rPr>
        <w:t xml:space="preserve">перечень документов, необходимых для предоставления муниципальной </w:t>
      </w:r>
      <w:r w:rsidRPr="00356EA2">
        <w:rPr>
          <w:sz w:val="24"/>
          <w:szCs w:val="24"/>
        </w:rPr>
        <w:t>услуги;</w:t>
      </w:r>
    </w:p>
    <w:p w:rsidR="00A44F78" w:rsidRPr="00356EA2" w:rsidRDefault="00A44F78" w:rsidP="00FF6AE1">
      <w:pPr>
        <w:shd w:val="clear" w:color="auto" w:fill="FFFFFF"/>
        <w:tabs>
          <w:tab w:val="left" w:pos="979"/>
        </w:tabs>
        <w:spacing w:before="14" w:line="312" w:lineRule="exact"/>
        <w:ind w:left="10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образцы оформления документов, необходимых для предоставления муниципальной услуги;</w:t>
      </w:r>
    </w:p>
    <w:p w:rsidR="00A44F78" w:rsidRPr="00356EA2" w:rsidRDefault="00A44F78" w:rsidP="00FF6AE1">
      <w:pPr>
        <w:shd w:val="clear" w:color="auto" w:fill="FFFFFF"/>
        <w:tabs>
          <w:tab w:val="left" w:pos="1128"/>
        </w:tabs>
        <w:spacing w:before="14" w:line="312" w:lineRule="exact"/>
        <w:ind w:left="14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основания для прекращения, приостановления или отказа в предоставлении муниципальной услуги;</w:t>
      </w:r>
    </w:p>
    <w:p w:rsidR="00A44F78" w:rsidRPr="00356EA2" w:rsidRDefault="00A44F78" w:rsidP="00FF6AE1">
      <w:pPr>
        <w:shd w:val="clear" w:color="auto" w:fill="FFFFFF"/>
        <w:tabs>
          <w:tab w:val="left" w:pos="1037"/>
        </w:tabs>
        <w:spacing w:before="14" w:line="317" w:lineRule="exact"/>
        <w:ind w:left="19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порядок обжалования решений и действий (бездействия) органа, предоставляющего муниципальную услугу, а также должностных лиц;</w:t>
      </w:r>
    </w:p>
    <w:p w:rsidR="00A44F78" w:rsidRPr="00356EA2" w:rsidRDefault="00A44F78" w:rsidP="00FF6AE1">
      <w:pPr>
        <w:shd w:val="clear" w:color="auto" w:fill="FFFFFF"/>
        <w:tabs>
          <w:tab w:val="left" w:pos="893"/>
        </w:tabs>
        <w:ind w:left="734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>наименование, адрес и номер телефона вышестоящего органа.</w:t>
      </w:r>
    </w:p>
    <w:p w:rsidR="00A44F78" w:rsidRPr="00356EA2" w:rsidRDefault="00A44F78" w:rsidP="00FF6AE1">
      <w:pPr>
        <w:shd w:val="clear" w:color="auto" w:fill="FFFFFF"/>
        <w:spacing w:before="307"/>
        <w:jc w:val="center"/>
        <w:rPr>
          <w:sz w:val="24"/>
          <w:szCs w:val="24"/>
        </w:rPr>
      </w:pPr>
      <w:r w:rsidRPr="00356EA2">
        <w:rPr>
          <w:b/>
          <w:bCs/>
          <w:spacing w:val="-1"/>
          <w:sz w:val="24"/>
          <w:szCs w:val="24"/>
        </w:rPr>
        <w:t>2. Стандарт предоставления муниципальной услуги</w:t>
      </w:r>
    </w:p>
    <w:p w:rsidR="00A44F78" w:rsidRPr="00356EA2" w:rsidRDefault="00A44F78" w:rsidP="00FF6AE1">
      <w:pPr>
        <w:shd w:val="clear" w:color="auto" w:fill="FFFFFF"/>
        <w:tabs>
          <w:tab w:val="left" w:pos="1358"/>
        </w:tabs>
        <w:spacing w:before="307" w:line="317" w:lineRule="exact"/>
        <w:ind w:left="24" w:firstLine="730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2.1.</w:t>
      </w:r>
      <w:r w:rsidRPr="00356EA2">
        <w:rPr>
          <w:sz w:val="24"/>
          <w:szCs w:val="24"/>
        </w:rPr>
        <w:tab/>
        <w:t xml:space="preserve">Наименование услуги - муниципальная услуга </w:t>
      </w:r>
      <w:r>
        <w:rPr>
          <w:sz w:val="24"/>
          <w:szCs w:val="24"/>
        </w:rPr>
        <w:t>«О</w:t>
      </w:r>
      <w:r w:rsidRPr="00356EA2">
        <w:rPr>
          <w:sz w:val="24"/>
          <w:szCs w:val="24"/>
        </w:rPr>
        <w:t>беспечени</w:t>
      </w:r>
      <w:r>
        <w:rPr>
          <w:sz w:val="24"/>
          <w:szCs w:val="24"/>
        </w:rPr>
        <w:t>е</w:t>
      </w:r>
      <w:r w:rsidRPr="00356EA2">
        <w:rPr>
          <w:sz w:val="24"/>
          <w:szCs w:val="24"/>
        </w:rPr>
        <w:t xml:space="preserve"> дополнительного образования детей муниципальными образовательными учреждениями дополнительного образования детей</w:t>
      </w:r>
      <w:r>
        <w:rPr>
          <w:sz w:val="24"/>
          <w:szCs w:val="24"/>
        </w:rPr>
        <w:t>»</w:t>
      </w:r>
      <w:r w:rsidRPr="00356EA2">
        <w:rPr>
          <w:sz w:val="24"/>
          <w:szCs w:val="24"/>
        </w:rPr>
        <w:t>.</w:t>
      </w:r>
    </w:p>
    <w:p w:rsidR="00A44F78" w:rsidRPr="00356EA2" w:rsidRDefault="00A44F78" w:rsidP="00FF6AE1">
      <w:pPr>
        <w:shd w:val="clear" w:color="auto" w:fill="FFFFFF"/>
        <w:tabs>
          <w:tab w:val="left" w:pos="1555"/>
        </w:tabs>
        <w:spacing w:line="317" w:lineRule="exact"/>
        <w:ind w:left="34" w:firstLine="72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2.2.</w:t>
      </w:r>
      <w:r w:rsidRPr="00356EA2">
        <w:rPr>
          <w:sz w:val="24"/>
          <w:szCs w:val="24"/>
        </w:rPr>
        <w:tab/>
        <w:t>Муниципальная услуга по обеспечению дополнительного</w:t>
      </w:r>
      <w:r>
        <w:rPr>
          <w:sz w:val="24"/>
          <w:szCs w:val="24"/>
        </w:rPr>
        <w:t xml:space="preserve"> </w:t>
      </w:r>
      <w:r w:rsidRPr="00356EA2">
        <w:rPr>
          <w:sz w:val="24"/>
          <w:szCs w:val="24"/>
        </w:rPr>
        <w:t>образования детей предоставляется муниципальными образовательными</w:t>
      </w:r>
      <w:r>
        <w:rPr>
          <w:sz w:val="24"/>
          <w:szCs w:val="24"/>
        </w:rPr>
        <w:t xml:space="preserve"> </w:t>
      </w:r>
      <w:r w:rsidRPr="00356EA2">
        <w:rPr>
          <w:sz w:val="24"/>
          <w:szCs w:val="24"/>
        </w:rPr>
        <w:t xml:space="preserve">учреждениями дополнительного образования </w:t>
      </w:r>
      <w:r w:rsidRPr="00093C59">
        <w:rPr>
          <w:sz w:val="24"/>
          <w:szCs w:val="24"/>
        </w:rPr>
        <w:t>детей муниципального района «Грайворонский район», имеющими</w:t>
      </w:r>
      <w:r w:rsidRPr="00356EA2">
        <w:rPr>
          <w:sz w:val="24"/>
          <w:szCs w:val="24"/>
        </w:rPr>
        <w:t xml:space="preserve"> лицензию на право ведения образовательной</w:t>
      </w:r>
      <w:r>
        <w:rPr>
          <w:sz w:val="24"/>
          <w:szCs w:val="24"/>
        </w:rPr>
        <w:t xml:space="preserve"> </w:t>
      </w:r>
      <w:r w:rsidRPr="00356EA2">
        <w:rPr>
          <w:sz w:val="24"/>
          <w:szCs w:val="24"/>
        </w:rPr>
        <w:t>деятельности.</w:t>
      </w:r>
    </w:p>
    <w:p w:rsidR="00A44F78" w:rsidRPr="00356EA2" w:rsidRDefault="00A44F78" w:rsidP="00FF6AE1">
      <w:pPr>
        <w:shd w:val="clear" w:color="auto" w:fill="FFFFFF"/>
        <w:tabs>
          <w:tab w:val="left" w:pos="1469"/>
        </w:tabs>
        <w:spacing w:line="317" w:lineRule="exact"/>
        <w:ind w:left="773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2.3.</w:t>
      </w:r>
      <w:r w:rsidRPr="00356EA2">
        <w:rPr>
          <w:sz w:val="24"/>
          <w:szCs w:val="24"/>
        </w:rPr>
        <w:tab/>
        <w:t>Результатами предоставления муниципальной услуги является:</w:t>
      </w:r>
    </w:p>
    <w:p w:rsidR="00A44F78" w:rsidRPr="00356EA2" w:rsidRDefault="00A44F78" w:rsidP="00FF6AE1">
      <w:pPr>
        <w:numPr>
          <w:ilvl w:val="0"/>
          <w:numId w:val="5"/>
        </w:numPr>
        <w:shd w:val="clear" w:color="auto" w:fill="FFFFFF"/>
        <w:tabs>
          <w:tab w:val="left" w:pos="1056"/>
        </w:tabs>
        <w:spacing w:line="317" w:lineRule="exact"/>
        <w:ind w:left="48"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зачисление ребенка в муниципальное образовательное учреждение дополнительного образования детей и организация его обучения по реализуемым образовательным программам дополнительного образования детей;</w:t>
      </w:r>
    </w:p>
    <w:p w:rsidR="00A44F78" w:rsidRPr="00356EA2" w:rsidRDefault="00A44F78" w:rsidP="00FF6AE1">
      <w:pPr>
        <w:numPr>
          <w:ilvl w:val="0"/>
          <w:numId w:val="5"/>
        </w:numPr>
        <w:shd w:val="clear" w:color="auto" w:fill="FFFFFF"/>
        <w:tabs>
          <w:tab w:val="left" w:pos="1056"/>
        </w:tabs>
        <w:spacing w:line="317" w:lineRule="exact"/>
        <w:ind w:left="48"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удовлетворение потребностей детей в занятиях любимым видом творчества;</w:t>
      </w:r>
    </w:p>
    <w:p w:rsidR="00A44F78" w:rsidRPr="00356EA2" w:rsidRDefault="00A44F78" w:rsidP="00FF6AE1">
      <w:pPr>
        <w:shd w:val="clear" w:color="auto" w:fill="FFFFFF"/>
        <w:tabs>
          <w:tab w:val="left" w:pos="965"/>
        </w:tabs>
        <w:spacing w:line="317" w:lineRule="exact"/>
        <w:ind w:left="797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обоснованный отказ в предоставлении муниципальной услуги.</w:t>
      </w:r>
    </w:p>
    <w:p w:rsidR="00A44F78" w:rsidRPr="00356EA2" w:rsidRDefault="00A44F78" w:rsidP="00FF6AE1">
      <w:pPr>
        <w:shd w:val="clear" w:color="auto" w:fill="FFFFFF"/>
        <w:tabs>
          <w:tab w:val="left" w:pos="1469"/>
        </w:tabs>
        <w:spacing w:line="317" w:lineRule="exact"/>
        <w:ind w:left="67" w:firstLine="706"/>
        <w:jc w:val="both"/>
        <w:rPr>
          <w:sz w:val="24"/>
          <w:szCs w:val="24"/>
        </w:rPr>
      </w:pPr>
      <w:r w:rsidRPr="00356EA2">
        <w:rPr>
          <w:spacing w:val="-4"/>
          <w:sz w:val="24"/>
          <w:szCs w:val="24"/>
        </w:rPr>
        <w:t>2.4.</w:t>
      </w:r>
      <w:r w:rsidRPr="00356EA2">
        <w:rPr>
          <w:sz w:val="24"/>
          <w:szCs w:val="24"/>
        </w:rPr>
        <w:tab/>
        <w:t>Срок предоставления муниципальной услуги устанавливается муниципальным образовательным учреждением дополнительного образования детей в соответствии с реализуемыми образовательными программами дополнительного образования детей.</w:t>
      </w:r>
    </w:p>
    <w:p w:rsidR="00A44F78" w:rsidRPr="00356EA2" w:rsidRDefault="00A44F78" w:rsidP="00FF6AE1">
      <w:pPr>
        <w:shd w:val="clear" w:color="auto" w:fill="FFFFFF"/>
        <w:tabs>
          <w:tab w:val="left" w:pos="1627"/>
        </w:tabs>
        <w:spacing w:line="317" w:lineRule="exact"/>
        <w:ind w:left="86" w:firstLine="71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2.5.</w:t>
      </w:r>
      <w:r w:rsidRPr="00356EA2">
        <w:rPr>
          <w:sz w:val="24"/>
          <w:szCs w:val="24"/>
        </w:rPr>
        <w:tab/>
        <w:t>Предоставление муниципальной услуги по обеспечению дополнительного образования детей осуществляется в соответствии со следующими нормативными правовыми актами:</w:t>
      </w:r>
    </w:p>
    <w:p w:rsidR="00A44F78" w:rsidRPr="00356EA2" w:rsidRDefault="00A44F78" w:rsidP="00FF6AE1">
      <w:pPr>
        <w:shd w:val="clear" w:color="auto" w:fill="FFFFFF"/>
        <w:tabs>
          <w:tab w:val="left" w:pos="1114"/>
        </w:tabs>
        <w:spacing w:before="53" w:line="317" w:lineRule="exact"/>
        <w:ind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Конституцией Российской Федерации, принятой всенародным голосованием 12.12.1993 года (официальный текст опубликован в издании «Российская газета», № 7, 21.01.2009);</w:t>
      </w:r>
    </w:p>
    <w:p w:rsidR="00A44F78" w:rsidRPr="00356EA2" w:rsidRDefault="00A44F78" w:rsidP="00FF6AE1">
      <w:pPr>
        <w:shd w:val="clear" w:color="auto" w:fill="FFFFFF"/>
        <w:tabs>
          <w:tab w:val="left" w:pos="922"/>
        </w:tabs>
        <w:spacing w:before="5" w:line="317" w:lineRule="exact"/>
        <w:ind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Федеральным законом от 27.07.2010 года № 210-ФЗ «Об организации предоставления государственных и муниципальных услуг» (первоначальный текст опубликован в издании «Российская газета», № 168, 30.07.2010);</w:t>
      </w:r>
    </w:p>
    <w:p w:rsidR="00A44F78" w:rsidRPr="00356EA2" w:rsidRDefault="00A44F78" w:rsidP="00FF6AE1">
      <w:pPr>
        <w:numPr>
          <w:ilvl w:val="0"/>
          <w:numId w:val="6"/>
        </w:numPr>
        <w:shd w:val="clear" w:color="auto" w:fill="FFFFFF"/>
        <w:tabs>
          <w:tab w:val="left" w:pos="979"/>
        </w:tabs>
        <w:spacing w:line="317" w:lineRule="exact"/>
        <w:ind w:left="5"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Федеральным законом от 06.10.2003 года № 131-ФЗ «Об общих принципах организации местного самоуправления в Российской Федерации» (первоначальный текст опубликован в издании «Российская газета», № 202, 08.10.2003);</w:t>
      </w:r>
    </w:p>
    <w:p w:rsidR="00A44F78" w:rsidRPr="00356EA2" w:rsidRDefault="00A44F78" w:rsidP="00FF6AE1">
      <w:pPr>
        <w:numPr>
          <w:ilvl w:val="0"/>
          <w:numId w:val="6"/>
        </w:numPr>
        <w:shd w:val="clear" w:color="auto" w:fill="FFFFFF"/>
        <w:tabs>
          <w:tab w:val="left" w:pos="979"/>
        </w:tabs>
        <w:spacing w:line="317" w:lineRule="exact"/>
        <w:ind w:left="5"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Законом Российской Федерации от 24.07.1998 года № 124-ФЗ «Об основных гарантиях прав ребенка» (первоначальный текст опубликован в издании «Российская газета», № 147, 05.08.1998);</w:t>
      </w:r>
    </w:p>
    <w:p w:rsidR="00A44F78" w:rsidRPr="005163DD" w:rsidRDefault="00A44F78" w:rsidP="00B74C3A">
      <w:pPr>
        <w:shd w:val="clear" w:color="auto" w:fill="FFFFFF"/>
        <w:tabs>
          <w:tab w:val="left" w:pos="993"/>
        </w:tabs>
        <w:spacing w:line="317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Федеральный з</w:t>
      </w:r>
      <w:r w:rsidRPr="005163DD">
        <w:rPr>
          <w:sz w:val="24"/>
          <w:szCs w:val="24"/>
        </w:rPr>
        <w:t xml:space="preserve">акон от </w:t>
      </w:r>
      <w:r>
        <w:rPr>
          <w:sz w:val="24"/>
          <w:szCs w:val="24"/>
        </w:rPr>
        <w:t>29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163DD">
        <w:rPr>
          <w:sz w:val="24"/>
          <w:szCs w:val="24"/>
        </w:rPr>
        <w:t>.</w:t>
      </w:r>
      <w:r>
        <w:rPr>
          <w:sz w:val="24"/>
          <w:szCs w:val="24"/>
        </w:rPr>
        <w:t>2012</w:t>
      </w:r>
      <w:r w:rsidRPr="005163DD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273-ФЗ </w:t>
      </w:r>
      <w:r w:rsidRPr="005163DD">
        <w:rPr>
          <w:sz w:val="24"/>
          <w:szCs w:val="24"/>
        </w:rPr>
        <w:t>«Об образовании</w:t>
      </w:r>
      <w:r>
        <w:rPr>
          <w:sz w:val="24"/>
          <w:szCs w:val="24"/>
        </w:rPr>
        <w:t xml:space="preserve"> в РФ</w:t>
      </w:r>
      <w:r w:rsidRPr="005163DD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5163DD">
        <w:rPr>
          <w:sz w:val="24"/>
          <w:szCs w:val="24"/>
        </w:rPr>
        <w:t xml:space="preserve"> </w:t>
      </w:r>
    </w:p>
    <w:p w:rsidR="00A44F78" w:rsidRPr="00356EA2" w:rsidRDefault="00A44F78" w:rsidP="00FF6AE1">
      <w:pPr>
        <w:shd w:val="clear" w:color="auto" w:fill="FFFFFF"/>
        <w:tabs>
          <w:tab w:val="left" w:pos="1118"/>
        </w:tabs>
        <w:spacing w:before="5" w:line="317" w:lineRule="exact"/>
        <w:ind w:left="24"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Постановлением Главного государственного санитарного врача Российской Федерации от 28.11.2002 года № 44 «О введении в действие санитарно-эпидемиологических правил и нормативов. СанПиН 2.4.2.1178-02» (первоначальный текст опубликован в издании «Российская газета», № 234, 11.12.2002).</w:t>
      </w:r>
    </w:p>
    <w:p w:rsidR="00A44F78" w:rsidRPr="00356EA2" w:rsidRDefault="00A44F78" w:rsidP="00FF6AE1">
      <w:pPr>
        <w:shd w:val="clear" w:color="auto" w:fill="FFFFFF"/>
        <w:tabs>
          <w:tab w:val="left" w:pos="970"/>
        </w:tabs>
        <w:spacing w:line="317" w:lineRule="exact"/>
        <w:ind w:left="48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Приказом Министерства образования и науки Российской Федерации от 26.06.2012 года № 504 «Об утверждении Типового положения об образовательном учреждении дополнительного образования детей» (первоначальный текст опубликован в издании «Российская газета», № 186, 15.08.2012).</w:t>
      </w:r>
    </w:p>
    <w:p w:rsidR="00A44F78" w:rsidRPr="00356EA2" w:rsidRDefault="00A44F78" w:rsidP="00FF6AE1">
      <w:pPr>
        <w:shd w:val="clear" w:color="auto" w:fill="FFFFFF"/>
        <w:tabs>
          <w:tab w:val="left" w:pos="1555"/>
        </w:tabs>
        <w:spacing w:line="317" w:lineRule="exact"/>
        <w:ind w:left="53" w:firstLine="71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2.6.</w:t>
      </w:r>
      <w:r w:rsidRPr="00356EA2">
        <w:rPr>
          <w:sz w:val="24"/>
          <w:szCs w:val="24"/>
        </w:rPr>
        <w:tab/>
        <w:t>Исчерпывающий перечень документов, необходимый для предоставления муниципальной услуги, который предоставляется заявителем самостоятельно:</w:t>
      </w:r>
    </w:p>
    <w:p w:rsidR="00A44F78" w:rsidRPr="00356EA2" w:rsidRDefault="00A44F78" w:rsidP="00FF6AE1">
      <w:pPr>
        <w:shd w:val="clear" w:color="auto" w:fill="FFFFFF"/>
        <w:tabs>
          <w:tab w:val="left" w:pos="898"/>
        </w:tabs>
        <w:spacing w:line="317" w:lineRule="exact"/>
        <w:ind w:left="62" w:firstLine="542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письменное заявление о приеме в муниципальное образовательное учреждение дополнительного образования детей по форме, согласно приложению 3 к административному регламенту;</w:t>
      </w:r>
    </w:p>
    <w:p w:rsidR="00A44F78" w:rsidRPr="00356EA2" w:rsidRDefault="00A44F78" w:rsidP="00CD0659">
      <w:pPr>
        <w:shd w:val="clear" w:color="auto" w:fill="FFFFFF"/>
        <w:tabs>
          <w:tab w:val="left" w:pos="993"/>
        </w:tabs>
        <w:spacing w:line="317" w:lineRule="exact"/>
        <w:ind w:firstLine="70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медицинское заключение о состоянии здоровья ребенка</w:t>
      </w:r>
      <w:r>
        <w:rPr>
          <w:sz w:val="24"/>
          <w:szCs w:val="24"/>
        </w:rPr>
        <w:t xml:space="preserve"> </w:t>
      </w:r>
      <w:r w:rsidRPr="001B1CD6">
        <w:rPr>
          <w:sz w:val="24"/>
          <w:szCs w:val="24"/>
        </w:rPr>
        <w:t>(в случае</w:t>
      </w:r>
      <w:r>
        <w:rPr>
          <w:sz w:val="24"/>
          <w:szCs w:val="24"/>
        </w:rPr>
        <w:t xml:space="preserve"> </w:t>
      </w:r>
      <w:r w:rsidRPr="001B1CD6">
        <w:rPr>
          <w:spacing w:val="-1"/>
          <w:sz w:val="24"/>
          <w:szCs w:val="24"/>
        </w:rPr>
        <w:t>обучения по направлениям, требующим наличия медицинского заключения)</w:t>
      </w:r>
      <w:r w:rsidRPr="00356EA2">
        <w:rPr>
          <w:sz w:val="24"/>
          <w:szCs w:val="24"/>
        </w:rPr>
        <w:t>;</w:t>
      </w:r>
    </w:p>
    <w:p w:rsidR="00A44F78" w:rsidRPr="00356EA2" w:rsidRDefault="00A44F78" w:rsidP="00FF6AE1">
      <w:pPr>
        <w:shd w:val="clear" w:color="auto" w:fill="FFFFFF"/>
        <w:tabs>
          <w:tab w:val="left" w:pos="845"/>
        </w:tabs>
        <w:spacing w:before="5" w:line="317" w:lineRule="exact"/>
        <w:ind w:left="72" w:firstLine="542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документ, удостоверяющий личность ребенка (копию свидетельства о рождении или паспорта и оригинал для сличения).</w:t>
      </w:r>
    </w:p>
    <w:p w:rsidR="00A44F78" w:rsidRPr="00356EA2" w:rsidRDefault="00A44F78" w:rsidP="00FF6AE1">
      <w:pPr>
        <w:shd w:val="clear" w:color="auto" w:fill="FFFFFF"/>
        <w:spacing w:line="317" w:lineRule="exact"/>
        <w:ind w:left="86" w:firstLine="533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Заявление о приеме предоставляется при личном обращении родителей (законных представителей) в муниципальное образовательное учреждение дополнительного образования детей курьером или направляется почтой, либо направляется в электронном виде через портал государственных и муниципальных услуг, заверенное электронной цифровой подписью (ЭЦП) с помощью универсальной электронной карты.</w:t>
      </w:r>
    </w:p>
    <w:p w:rsidR="00A44F78" w:rsidRPr="00356EA2" w:rsidRDefault="00A44F78" w:rsidP="00FF6AE1">
      <w:pPr>
        <w:numPr>
          <w:ilvl w:val="0"/>
          <w:numId w:val="7"/>
        </w:numPr>
        <w:shd w:val="clear" w:color="auto" w:fill="FFFFFF"/>
        <w:tabs>
          <w:tab w:val="left" w:pos="1320"/>
        </w:tabs>
        <w:spacing w:line="317" w:lineRule="exact"/>
        <w:ind w:left="110" w:firstLine="715"/>
        <w:jc w:val="both"/>
        <w:rPr>
          <w:spacing w:val="-6"/>
          <w:sz w:val="24"/>
          <w:szCs w:val="24"/>
        </w:rPr>
      </w:pPr>
      <w:r w:rsidRPr="00356EA2">
        <w:rPr>
          <w:sz w:val="24"/>
          <w:szCs w:val="24"/>
        </w:rPr>
        <w:t>Документы для получения муниципальной услуги предоставляются единожды.</w:t>
      </w:r>
    </w:p>
    <w:p w:rsidR="00A44F78" w:rsidRPr="00356EA2" w:rsidRDefault="00A44F78" w:rsidP="00FF6AE1">
      <w:pPr>
        <w:pStyle w:val="ListParagraph"/>
        <w:numPr>
          <w:ilvl w:val="1"/>
          <w:numId w:val="18"/>
        </w:numPr>
        <w:shd w:val="clear" w:color="auto" w:fill="FFFFFF"/>
        <w:tabs>
          <w:tab w:val="left" w:pos="1320"/>
        </w:tabs>
        <w:spacing w:before="53" w:line="317" w:lineRule="exact"/>
        <w:ind w:left="142" w:firstLine="683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Орган, предоставляющий муниципальную услугу не вправе требовать </w:t>
      </w:r>
      <w:r w:rsidRPr="00356EA2">
        <w:rPr>
          <w:sz w:val="24"/>
          <w:szCs w:val="24"/>
        </w:rPr>
        <w:t xml:space="preserve">от заявителя представление документов и информации или осуществления действий, предоставление или осуществление, которых не предусмотрено нормативными правовыми актами, регулирующими предоставление муниципальной услуги, а также представление документов и информации, </w:t>
      </w:r>
      <w:r w:rsidRPr="00356EA2">
        <w:rPr>
          <w:spacing w:val="-1"/>
          <w:sz w:val="24"/>
          <w:szCs w:val="24"/>
        </w:rPr>
        <w:t xml:space="preserve">которые находятся в распоряжении органа, предоставляющего муниципальную </w:t>
      </w:r>
      <w:r w:rsidRPr="00356EA2">
        <w:rPr>
          <w:sz w:val="24"/>
          <w:szCs w:val="24"/>
        </w:rPr>
        <w:t xml:space="preserve">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</w:t>
      </w:r>
      <w:r w:rsidRPr="00356EA2">
        <w:rPr>
          <w:spacing w:val="-1"/>
          <w:sz w:val="24"/>
          <w:szCs w:val="24"/>
        </w:rPr>
        <w:t>Российской Федерации, муниципальными правовыми актами.</w:t>
      </w:r>
    </w:p>
    <w:p w:rsidR="00A44F78" w:rsidRPr="00356EA2" w:rsidRDefault="00A44F78" w:rsidP="00FF6AE1">
      <w:pPr>
        <w:shd w:val="clear" w:color="auto" w:fill="FFFFFF"/>
        <w:tabs>
          <w:tab w:val="left" w:pos="1291"/>
        </w:tabs>
        <w:spacing w:before="10" w:line="317" w:lineRule="exact"/>
        <w:ind w:left="5" w:firstLine="730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2.9.</w:t>
      </w:r>
      <w:r w:rsidRPr="00356EA2">
        <w:rPr>
          <w:sz w:val="24"/>
          <w:szCs w:val="24"/>
        </w:rPr>
        <w:tab/>
        <w:t>Перечень оснований для отказа в предоставлении муниципальной услуги:</w:t>
      </w:r>
    </w:p>
    <w:p w:rsidR="00A44F78" w:rsidRPr="00356EA2" w:rsidRDefault="00A44F78" w:rsidP="00FF6AE1">
      <w:pPr>
        <w:shd w:val="clear" w:color="auto" w:fill="FFFFFF"/>
        <w:tabs>
          <w:tab w:val="left" w:pos="1042"/>
        </w:tabs>
        <w:spacing w:before="5" w:line="317" w:lineRule="exact"/>
        <w:ind w:left="14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недостижение ребенком возраста, установленного для получения муниципальной услуги;</w:t>
      </w:r>
    </w:p>
    <w:p w:rsidR="00A44F78" w:rsidRPr="00356EA2" w:rsidRDefault="00A44F78" w:rsidP="00FF6AE1">
      <w:pPr>
        <w:shd w:val="clear" w:color="auto" w:fill="FFFFFF"/>
        <w:spacing w:before="5" w:line="317" w:lineRule="exact"/>
        <w:ind w:left="557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- отсутствие свободных мест в образовательном учреждении;</w:t>
      </w:r>
    </w:p>
    <w:p w:rsidR="00A44F78" w:rsidRPr="00356EA2" w:rsidRDefault="00A44F78" w:rsidP="00CD0659">
      <w:pPr>
        <w:shd w:val="clear" w:color="auto" w:fill="FFFFFF"/>
        <w:tabs>
          <w:tab w:val="left" w:pos="993"/>
        </w:tabs>
        <w:spacing w:line="317" w:lineRule="exact"/>
        <w:ind w:firstLine="70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имеется медицинское заключение о состоянии здоровья ребенка о его </w:t>
      </w:r>
      <w:r w:rsidRPr="00356EA2">
        <w:rPr>
          <w:spacing w:val="-1"/>
          <w:sz w:val="24"/>
          <w:szCs w:val="24"/>
        </w:rPr>
        <w:t>невозможности посещать выбранное направление обучения</w:t>
      </w:r>
      <w:r>
        <w:rPr>
          <w:spacing w:val="-1"/>
          <w:sz w:val="24"/>
          <w:szCs w:val="24"/>
        </w:rPr>
        <w:t xml:space="preserve"> </w:t>
      </w:r>
      <w:r w:rsidRPr="001B1CD6">
        <w:rPr>
          <w:sz w:val="24"/>
          <w:szCs w:val="24"/>
        </w:rPr>
        <w:t>(в случае</w:t>
      </w:r>
      <w:r>
        <w:rPr>
          <w:sz w:val="24"/>
          <w:szCs w:val="24"/>
        </w:rPr>
        <w:t xml:space="preserve"> </w:t>
      </w:r>
      <w:r w:rsidRPr="001B1CD6">
        <w:rPr>
          <w:spacing w:val="-1"/>
          <w:sz w:val="24"/>
          <w:szCs w:val="24"/>
        </w:rPr>
        <w:t>обучения по направлениям, требующим наличия медицинского заключения)</w:t>
      </w:r>
      <w:r w:rsidRPr="00356EA2">
        <w:rPr>
          <w:spacing w:val="-1"/>
          <w:sz w:val="24"/>
          <w:szCs w:val="24"/>
        </w:rPr>
        <w:t>;</w:t>
      </w:r>
    </w:p>
    <w:p w:rsidR="00A44F78" w:rsidRPr="00356EA2" w:rsidRDefault="00A44F78" w:rsidP="00FF6AE1">
      <w:pPr>
        <w:numPr>
          <w:ilvl w:val="0"/>
          <w:numId w:val="8"/>
        </w:numPr>
        <w:shd w:val="clear" w:color="auto" w:fill="FFFFFF"/>
        <w:tabs>
          <w:tab w:val="left" w:pos="888"/>
        </w:tabs>
        <w:spacing w:line="317" w:lineRule="exact"/>
        <w:ind w:left="730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непредставление полного пакета документов;</w:t>
      </w:r>
    </w:p>
    <w:p w:rsidR="00A44F78" w:rsidRPr="00356EA2" w:rsidRDefault="00A44F78" w:rsidP="00FF6AE1">
      <w:pPr>
        <w:numPr>
          <w:ilvl w:val="0"/>
          <w:numId w:val="8"/>
        </w:numPr>
        <w:shd w:val="clear" w:color="auto" w:fill="FFFFFF"/>
        <w:tabs>
          <w:tab w:val="left" w:pos="888"/>
        </w:tabs>
        <w:spacing w:line="317" w:lineRule="exact"/>
        <w:ind w:left="730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>обращение неправомочного лица.</w:t>
      </w:r>
    </w:p>
    <w:p w:rsidR="00A44F78" w:rsidRPr="00356EA2" w:rsidRDefault="00A44F78" w:rsidP="00FF6AE1">
      <w:pPr>
        <w:shd w:val="clear" w:color="auto" w:fill="FFFFFF"/>
        <w:tabs>
          <w:tab w:val="left" w:pos="1613"/>
        </w:tabs>
        <w:spacing w:before="10" w:line="317" w:lineRule="exact"/>
        <w:ind w:left="14" w:firstLine="71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2.10.</w:t>
      </w:r>
      <w:r w:rsidRPr="00356EA2">
        <w:rPr>
          <w:sz w:val="24"/>
          <w:szCs w:val="24"/>
        </w:rPr>
        <w:tab/>
        <w:t>Перечень оснований для приостановления предоставления муниципальной услуги:</w:t>
      </w:r>
    </w:p>
    <w:p w:rsidR="00A44F78" w:rsidRPr="00356EA2" w:rsidRDefault="00A44F78" w:rsidP="00FF6AE1">
      <w:pPr>
        <w:numPr>
          <w:ilvl w:val="0"/>
          <w:numId w:val="8"/>
        </w:numPr>
        <w:shd w:val="clear" w:color="auto" w:fill="FFFFFF"/>
        <w:tabs>
          <w:tab w:val="left" w:pos="888"/>
        </w:tabs>
        <w:spacing w:line="317" w:lineRule="exact"/>
        <w:ind w:left="730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личное обращение заявителя;</w:t>
      </w:r>
    </w:p>
    <w:p w:rsidR="00A44F78" w:rsidRPr="00356EA2" w:rsidRDefault="00A44F78" w:rsidP="00FF6AE1">
      <w:pPr>
        <w:numPr>
          <w:ilvl w:val="0"/>
          <w:numId w:val="8"/>
        </w:numPr>
        <w:shd w:val="clear" w:color="auto" w:fill="FFFFFF"/>
        <w:tabs>
          <w:tab w:val="left" w:pos="888"/>
        </w:tabs>
        <w:spacing w:line="317" w:lineRule="exact"/>
        <w:ind w:left="730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представлен не полный пакет документов.</w:t>
      </w:r>
    </w:p>
    <w:p w:rsidR="00A44F78" w:rsidRPr="00356EA2" w:rsidRDefault="00A44F78" w:rsidP="00FF6AE1">
      <w:pPr>
        <w:shd w:val="clear" w:color="auto" w:fill="FFFFFF"/>
        <w:tabs>
          <w:tab w:val="left" w:pos="1358"/>
        </w:tabs>
        <w:spacing w:line="317" w:lineRule="exact"/>
        <w:ind w:left="734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2.11.</w:t>
      </w:r>
      <w:r w:rsidRPr="00356EA2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A44F78" w:rsidRPr="00356EA2" w:rsidRDefault="00A44F78" w:rsidP="00FF6AE1">
      <w:pPr>
        <w:shd w:val="clear" w:color="auto" w:fill="FFFFFF"/>
        <w:tabs>
          <w:tab w:val="left" w:pos="1723"/>
        </w:tabs>
        <w:spacing w:line="317" w:lineRule="exact"/>
        <w:ind w:left="29" w:firstLine="710"/>
        <w:jc w:val="both"/>
        <w:rPr>
          <w:sz w:val="24"/>
          <w:szCs w:val="24"/>
        </w:rPr>
      </w:pPr>
      <w:r w:rsidRPr="00356EA2">
        <w:rPr>
          <w:spacing w:val="-7"/>
          <w:sz w:val="24"/>
          <w:szCs w:val="24"/>
        </w:rPr>
        <w:t>2.12.</w:t>
      </w:r>
      <w:r w:rsidRPr="00356EA2">
        <w:rPr>
          <w:sz w:val="24"/>
          <w:szCs w:val="24"/>
        </w:rPr>
        <w:tab/>
        <w:t>Продолжительность приема гражданина у сотрудника муниципального образовательного учреждения дополнительного образования детей, осуществляющего прием документов, при подаче документов для получения муниципальной услуги не должна превышать 15 минут.</w:t>
      </w:r>
    </w:p>
    <w:p w:rsidR="00A44F78" w:rsidRPr="00356EA2" w:rsidRDefault="00A44F78" w:rsidP="00FF6AE1">
      <w:pPr>
        <w:shd w:val="clear" w:color="auto" w:fill="FFFFFF"/>
        <w:spacing w:line="317" w:lineRule="exact"/>
        <w:ind w:left="29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Заявление о предоставлении муниципальной услуги со всеми необходимыми документами подаётся заявителями с 1 июня по 15 сентября текущего года.</w:t>
      </w:r>
    </w:p>
    <w:p w:rsidR="00A44F78" w:rsidRPr="00356EA2" w:rsidRDefault="00A44F78" w:rsidP="00FF6AE1">
      <w:pPr>
        <w:shd w:val="clear" w:color="auto" w:fill="FFFFFF"/>
        <w:tabs>
          <w:tab w:val="left" w:pos="1723"/>
        </w:tabs>
        <w:spacing w:line="317" w:lineRule="exact"/>
        <w:ind w:left="29" w:firstLine="710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2.13.</w:t>
      </w:r>
      <w:r w:rsidRPr="00356EA2">
        <w:rPr>
          <w:sz w:val="24"/>
          <w:szCs w:val="24"/>
        </w:rPr>
        <w:tab/>
        <w:t>Секретарь муниципального образовательного учреждения дополнительного образования детей регистрирует заявления граждан о приеме в учреждение в журнале регистрации заявлений в день его подачи.</w:t>
      </w:r>
    </w:p>
    <w:p w:rsidR="00A44F78" w:rsidRPr="00356EA2" w:rsidRDefault="00A44F78" w:rsidP="00FF6AE1">
      <w:pPr>
        <w:shd w:val="clear" w:color="auto" w:fill="FFFFFF"/>
        <w:tabs>
          <w:tab w:val="left" w:pos="1536"/>
        </w:tabs>
        <w:spacing w:line="317" w:lineRule="exact"/>
        <w:ind w:left="43" w:firstLine="71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2.14.</w:t>
      </w:r>
      <w:r w:rsidRPr="00356EA2">
        <w:rPr>
          <w:sz w:val="24"/>
          <w:szCs w:val="24"/>
        </w:rPr>
        <w:tab/>
        <w:t>Вход в здание муниципального образовательного учреждения дополнительного образования детей оформлен вывеской с указанием основных реквизитов. Прием заинтересованных в получении муниципальной услуги лиц осуществляется согласно графику приема, который вывешен на информационных стендах в здании учреждения.</w:t>
      </w:r>
    </w:p>
    <w:p w:rsidR="00A44F78" w:rsidRPr="00356EA2" w:rsidRDefault="00A44F78" w:rsidP="00FF6AE1">
      <w:pPr>
        <w:shd w:val="clear" w:color="auto" w:fill="FFFFFF"/>
        <w:spacing w:line="317" w:lineRule="exact"/>
        <w:ind w:left="58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Кабинеты приема заявителей должны быть оборудованы вывесками с указанием:</w:t>
      </w:r>
    </w:p>
    <w:p w:rsidR="00A44F78" w:rsidRPr="00356EA2" w:rsidRDefault="00A44F78" w:rsidP="00FF6AE1">
      <w:pPr>
        <w:shd w:val="clear" w:color="auto" w:fill="FFFFFF"/>
        <w:tabs>
          <w:tab w:val="left" w:pos="888"/>
        </w:tabs>
        <w:spacing w:line="317" w:lineRule="exact"/>
        <w:ind w:left="730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номера кабинета;</w:t>
      </w:r>
    </w:p>
    <w:p w:rsidR="00A44F78" w:rsidRPr="00356EA2" w:rsidRDefault="00A44F78" w:rsidP="00FF6AE1">
      <w:pPr>
        <w:shd w:val="clear" w:color="auto" w:fill="FFFFFF"/>
        <w:tabs>
          <w:tab w:val="left" w:pos="960"/>
        </w:tabs>
        <w:spacing w:line="336" w:lineRule="exact"/>
        <w:ind w:left="72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 xml:space="preserve">фамилии, имени, отчества и должности специалиста, осуществляющего </w:t>
      </w:r>
      <w:r w:rsidRPr="00356EA2">
        <w:rPr>
          <w:sz w:val="24"/>
          <w:szCs w:val="24"/>
        </w:rPr>
        <w:t>прием.</w:t>
      </w:r>
    </w:p>
    <w:p w:rsidR="00A44F78" w:rsidRPr="00356EA2" w:rsidRDefault="00A44F78" w:rsidP="00FF6AE1">
      <w:pPr>
        <w:shd w:val="clear" w:color="auto" w:fill="FFFFFF"/>
        <w:spacing w:line="317" w:lineRule="exact"/>
        <w:ind w:left="82"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Рабочее место специалиста должно быть оборудовано компьютерной техникой с возможностью доступа к необходимым информационным базам данных, печатающими устройствами.</w:t>
      </w:r>
    </w:p>
    <w:p w:rsidR="00A44F78" w:rsidRPr="00356EA2" w:rsidRDefault="00A44F78" w:rsidP="00FF6AE1">
      <w:pPr>
        <w:shd w:val="clear" w:color="auto" w:fill="FFFFFF"/>
        <w:spacing w:before="48" w:line="317" w:lineRule="exact"/>
        <w:ind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Места для приема заявителей оборудуются стульями и столами для возможности оформления документов. Для ожидания приема заявителям отводится специальное место, оборудованное стульями, а также информационными стендами. В целях обеспечения конфиденциальности сведений одновременное консультирование и (или) прием двух и более заявителей одним специалистом не допускается.</w:t>
      </w:r>
    </w:p>
    <w:p w:rsidR="00A44F78" w:rsidRPr="00356EA2" w:rsidRDefault="00A44F78" w:rsidP="00FF6AE1">
      <w:pPr>
        <w:shd w:val="clear" w:color="auto" w:fill="FFFFFF"/>
        <w:spacing w:before="5" w:line="317" w:lineRule="exact"/>
        <w:ind w:left="720"/>
        <w:rPr>
          <w:sz w:val="24"/>
          <w:szCs w:val="24"/>
        </w:rPr>
      </w:pPr>
      <w:r w:rsidRPr="00356EA2">
        <w:rPr>
          <w:sz w:val="24"/>
          <w:szCs w:val="24"/>
        </w:rPr>
        <w:t>2.15. Показатели доступности и качества муниципальной услуги:</w:t>
      </w:r>
    </w:p>
    <w:p w:rsidR="00A44F78" w:rsidRPr="00356EA2" w:rsidRDefault="00A44F78" w:rsidP="00FF6AE1">
      <w:pPr>
        <w:shd w:val="clear" w:color="auto" w:fill="FFFFFF"/>
        <w:tabs>
          <w:tab w:val="left" w:pos="922"/>
        </w:tabs>
        <w:spacing w:line="317" w:lineRule="exact"/>
        <w:ind w:left="10" w:firstLine="547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A44F78" w:rsidRPr="00356EA2" w:rsidRDefault="00A44F78" w:rsidP="00FF6AE1">
      <w:pPr>
        <w:numPr>
          <w:ilvl w:val="0"/>
          <w:numId w:val="9"/>
        </w:numPr>
        <w:shd w:val="clear" w:color="auto" w:fill="FFFFFF"/>
        <w:tabs>
          <w:tab w:val="left" w:pos="758"/>
        </w:tabs>
        <w:spacing w:line="317" w:lineRule="exact"/>
        <w:ind w:left="10" w:firstLine="547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 через единый портал государственных и муниципальных услуг);</w:t>
      </w:r>
    </w:p>
    <w:p w:rsidR="00A44F78" w:rsidRPr="00356EA2" w:rsidRDefault="00A44F78" w:rsidP="00FF6AE1">
      <w:pPr>
        <w:numPr>
          <w:ilvl w:val="0"/>
          <w:numId w:val="9"/>
        </w:numPr>
        <w:shd w:val="clear" w:color="auto" w:fill="FFFFFF"/>
        <w:tabs>
          <w:tab w:val="left" w:pos="758"/>
        </w:tabs>
        <w:spacing w:before="5" w:line="317" w:lineRule="exact"/>
        <w:ind w:left="10" w:firstLine="547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административным регламентом.</w:t>
      </w:r>
    </w:p>
    <w:p w:rsidR="00A44F78" w:rsidRPr="00356EA2" w:rsidRDefault="00A44F78" w:rsidP="00FF6AE1">
      <w:pPr>
        <w:shd w:val="clear" w:color="auto" w:fill="FFFFFF"/>
        <w:spacing w:before="211" w:line="317" w:lineRule="exact"/>
        <w:jc w:val="center"/>
        <w:rPr>
          <w:sz w:val="24"/>
          <w:szCs w:val="24"/>
        </w:rPr>
      </w:pPr>
      <w:r w:rsidRPr="00356EA2">
        <w:rPr>
          <w:b/>
          <w:bCs/>
          <w:sz w:val="24"/>
          <w:szCs w:val="24"/>
        </w:rPr>
        <w:t xml:space="preserve">3. Состав, последовательность и сроки выполнения </w:t>
      </w:r>
      <w:r w:rsidRPr="00356EA2">
        <w:rPr>
          <w:b/>
          <w:bCs/>
          <w:spacing w:val="-2"/>
          <w:sz w:val="24"/>
          <w:szCs w:val="24"/>
        </w:rPr>
        <w:t xml:space="preserve">административных процедур (действий), требования к порядку их </w:t>
      </w:r>
      <w:r w:rsidRPr="00356EA2">
        <w:rPr>
          <w:b/>
          <w:bCs/>
          <w:sz w:val="24"/>
          <w:szCs w:val="24"/>
        </w:rPr>
        <w:t>выполнения, в том числе в электронной форме</w:t>
      </w:r>
    </w:p>
    <w:p w:rsidR="00A44F78" w:rsidRPr="00356EA2" w:rsidRDefault="00A44F78" w:rsidP="00FF6AE1">
      <w:pPr>
        <w:shd w:val="clear" w:color="auto" w:fill="FFFFFF"/>
        <w:tabs>
          <w:tab w:val="left" w:pos="1224"/>
        </w:tabs>
        <w:spacing w:before="187" w:line="322" w:lineRule="exact"/>
        <w:ind w:left="34" w:firstLine="706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3.1.</w:t>
      </w:r>
      <w:r w:rsidRPr="00356EA2">
        <w:rPr>
          <w:sz w:val="24"/>
          <w:szCs w:val="24"/>
        </w:rPr>
        <w:tab/>
        <w:t>Предоставление муниципальной услуги включает в себя следующие процедуры:</w:t>
      </w:r>
    </w:p>
    <w:p w:rsidR="00A44F78" w:rsidRPr="00356EA2" w:rsidRDefault="00A44F78" w:rsidP="00FF6AE1">
      <w:pPr>
        <w:numPr>
          <w:ilvl w:val="0"/>
          <w:numId w:val="10"/>
        </w:numPr>
        <w:shd w:val="clear" w:color="auto" w:fill="FFFFFF"/>
        <w:tabs>
          <w:tab w:val="left" w:pos="1118"/>
        </w:tabs>
        <w:spacing w:line="322" w:lineRule="exact"/>
        <w:ind w:left="29"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прием от родителей (законных представителей), надлежаще уполномоченных лиц заявления о приеме в муниципальное образовательное учреждение дополнительного образования детей и установленных административным регламентом документов;</w:t>
      </w:r>
    </w:p>
    <w:p w:rsidR="00A44F78" w:rsidRPr="00356EA2" w:rsidRDefault="00A44F78" w:rsidP="00FF6AE1">
      <w:pPr>
        <w:numPr>
          <w:ilvl w:val="0"/>
          <w:numId w:val="10"/>
        </w:numPr>
        <w:shd w:val="clear" w:color="auto" w:fill="FFFFFF"/>
        <w:tabs>
          <w:tab w:val="left" w:pos="1118"/>
        </w:tabs>
        <w:spacing w:before="5" w:line="322" w:lineRule="exact"/>
        <w:ind w:left="29" w:firstLine="72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регистрация заявления о приеме и рассмотрение принятых документов;</w:t>
      </w:r>
    </w:p>
    <w:p w:rsidR="00A44F78" w:rsidRPr="00356EA2" w:rsidRDefault="00A44F78" w:rsidP="00FF6AE1">
      <w:pPr>
        <w:shd w:val="clear" w:color="auto" w:fill="FFFFFF"/>
        <w:tabs>
          <w:tab w:val="left" w:pos="936"/>
        </w:tabs>
        <w:spacing w:line="322" w:lineRule="exact"/>
        <w:ind w:left="53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принятие решения о зачислении либо об отказе в зачислении ребенка в образовательное учреждение.</w:t>
      </w:r>
    </w:p>
    <w:p w:rsidR="00A44F78" w:rsidRPr="00356EA2" w:rsidRDefault="00A44F78" w:rsidP="00FF6AE1">
      <w:pPr>
        <w:shd w:val="clear" w:color="auto" w:fill="FFFFFF"/>
        <w:tabs>
          <w:tab w:val="left" w:pos="1224"/>
        </w:tabs>
        <w:spacing w:line="322" w:lineRule="exact"/>
        <w:ind w:left="34" w:firstLine="706"/>
        <w:jc w:val="both"/>
        <w:rPr>
          <w:sz w:val="24"/>
          <w:szCs w:val="24"/>
        </w:rPr>
      </w:pPr>
      <w:r w:rsidRPr="00356EA2">
        <w:rPr>
          <w:spacing w:val="-5"/>
          <w:sz w:val="24"/>
          <w:szCs w:val="24"/>
        </w:rPr>
        <w:t>3.2.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 xml:space="preserve">Описание последовательности действий административных процедур </w:t>
      </w:r>
      <w:r w:rsidRPr="00356EA2">
        <w:rPr>
          <w:sz w:val="24"/>
          <w:szCs w:val="24"/>
        </w:rPr>
        <w:t>административного регламента представлено в блок-схеме (приложение 4 к административному регламенту).</w:t>
      </w:r>
    </w:p>
    <w:p w:rsidR="00A44F78" w:rsidRPr="00356EA2" w:rsidRDefault="00A44F78" w:rsidP="00FF6AE1">
      <w:pPr>
        <w:shd w:val="clear" w:color="auto" w:fill="FFFFFF"/>
        <w:tabs>
          <w:tab w:val="left" w:pos="1416"/>
        </w:tabs>
        <w:spacing w:line="322" w:lineRule="exact"/>
        <w:ind w:left="67" w:firstLine="706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3.3.</w:t>
      </w:r>
      <w:r w:rsidRPr="00356EA2">
        <w:rPr>
          <w:sz w:val="24"/>
          <w:szCs w:val="24"/>
        </w:rPr>
        <w:tab/>
        <w:t>Прием от родителей (законных представителей), надлежаще уполномоченных лиц заявления о приеме в муниципальное образовательное учреждение дополнительного образования детей и установленных административным регламентом документов.</w:t>
      </w:r>
    </w:p>
    <w:p w:rsidR="00A44F78" w:rsidRPr="00356EA2" w:rsidRDefault="00A44F78" w:rsidP="00FF6AE1">
      <w:pPr>
        <w:shd w:val="clear" w:color="auto" w:fill="FFFFFF"/>
        <w:spacing w:line="322" w:lineRule="exact"/>
        <w:ind w:left="82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Основанием для начала осуществления административной процедуры является предоставление гражданином заявления и полного пакета документов, необходимых для приема в образовательное учреждение руководителю либо ответственному сотруднику учреждения.</w:t>
      </w:r>
    </w:p>
    <w:p w:rsidR="00A44F78" w:rsidRPr="00356EA2" w:rsidRDefault="00A44F78" w:rsidP="00FF6AE1">
      <w:pPr>
        <w:shd w:val="clear" w:color="auto" w:fill="FFFFFF"/>
        <w:spacing w:line="322" w:lineRule="exact"/>
        <w:ind w:left="797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3.3.1. Заявление может быть подано:</w:t>
      </w:r>
    </w:p>
    <w:p w:rsidR="00A44F78" w:rsidRPr="00356EA2" w:rsidRDefault="00A44F78" w:rsidP="00FF6AE1">
      <w:pPr>
        <w:shd w:val="clear" w:color="auto" w:fill="FFFFFF"/>
        <w:tabs>
          <w:tab w:val="left" w:pos="1013"/>
        </w:tabs>
        <w:spacing w:line="312" w:lineRule="exact"/>
        <w:ind w:left="101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на бумажном носителе лично, курьером, посредством почтовой связи или по электронной почте в адрес образовательного учреждения;</w:t>
      </w:r>
    </w:p>
    <w:p w:rsidR="00A44F78" w:rsidRPr="00093C59" w:rsidRDefault="00A44F78" w:rsidP="00FF6AE1">
      <w:pPr>
        <w:shd w:val="clear" w:color="auto" w:fill="FFFFFF"/>
        <w:tabs>
          <w:tab w:val="left" w:pos="898"/>
        </w:tabs>
        <w:spacing w:before="58" w:line="317" w:lineRule="exact"/>
        <w:ind w:firstLine="715"/>
        <w:jc w:val="both"/>
        <w:rPr>
          <w:sz w:val="24"/>
          <w:szCs w:val="24"/>
        </w:rPr>
      </w:pPr>
      <w:r w:rsidRPr="00093C59">
        <w:rPr>
          <w:sz w:val="24"/>
          <w:szCs w:val="24"/>
        </w:rPr>
        <w:t>-</w:t>
      </w:r>
      <w:r w:rsidRPr="00093C59">
        <w:rPr>
          <w:sz w:val="24"/>
          <w:szCs w:val="24"/>
        </w:rPr>
        <w:tab/>
        <w:t>в электронной форме с использованием универсальной электронной карты.</w:t>
      </w:r>
    </w:p>
    <w:p w:rsidR="00A44F78" w:rsidRPr="00356EA2" w:rsidRDefault="00A44F78" w:rsidP="00FF6AE1">
      <w:pPr>
        <w:shd w:val="clear" w:color="auto" w:fill="FFFFFF"/>
        <w:spacing w:before="5" w:line="317" w:lineRule="exact"/>
        <w:ind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К заявлению прилагаются документы, указанные в п. 2.6. административного регламента. Тексты заявления и документов, прилагаемых </w:t>
      </w:r>
      <w:r w:rsidRPr="00356EA2">
        <w:rPr>
          <w:spacing w:val="-2"/>
          <w:sz w:val="24"/>
          <w:szCs w:val="24"/>
        </w:rPr>
        <w:t xml:space="preserve">к нему, должны быть читаемы, не должны содержать подчисток либо приписок, </w:t>
      </w:r>
      <w:r w:rsidRPr="00356EA2">
        <w:rPr>
          <w:spacing w:val="-1"/>
          <w:sz w:val="24"/>
          <w:szCs w:val="24"/>
        </w:rPr>
        <w:t>зачеркнутых слов и иных неоговоренных в них исправлений.</w:t>
      </w:r>
    </w:p>
    <w:p w:rsidR="00A44F78" w:rsidRPr="00356EA2" w:rsidRDefault="00A44F78" w:rsidP="00FF6AE1">
      <w:pPr>
        <w:shd w:val="clear" w:color="auto" w:fill="FFFFFF"/>
        <w:spacing w:before="5" w:line="317" w:lineRule="exact"/>
        <w:ind w:left="14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3.3.2. В ходе приема документов от граждан руководитель (сотрудник) образовательного учреждения:</w:t>
      </w:r>
    </w:p>
    <w:p w:rsidR="00A44F78" w:rsidRPr="00356EA2" w:rsidRDefault="00A44F78" w:rsidP="00FF6AE1">
      <w:pPr>
        <w:shd w:val="clear" w:color="auto" w:fill="FFFFFF"/>
        <w:spacing w:before="10" w:line="317" w:lineRule="exact"/>
        <w:ind w:left="10" w:firstLine="69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- осуществляет проверку представленных документов, наличие </w:t>
      </w:r>
      <w:r w:rsidRPr="00356EA2">
        <w:rPr>
          <w:spacing w:val="-1"/>
          <w:sz w:val="24"/>
          <w:szCs w:val="24"/>
        </w:rPr>
        <w:t>необходимого для приема в образовательное учреждение пакета документов;</w:t>
      </w:r>
    </w:p>
    <w:p w:rsidR="00A44F78" w:rsidRPr="00356EA2" w:rsidRDefault="00A44F78" w:rsidP="00FF6AE1">
      <w:pPr>
        <w:shd w:val="clear" w:color="auto" w:fill="FFFFFF"/>
        <w:tabs>
          <w:tab w:val="left" w:pos="898"/>
        </w:tabs>
        <w:spacing w:line="317" w:lineRule="exact"/>
        <w:ind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 xml:space="preserve">знакомит заявителя с уставом учреждения, лицензией на право ведения </w:t>
      </w:r>
      <w:r w:rsidRPr="00356EA2">
        <w:rPr>
          <w:sz w:val="24"/>
          <w:szCs w:val="24"/>
        </w:rPr>
        <w:t xml:space="preserve">образовательной деятельности, основными образовательными программами, и </w:t>
      </w:r>
      <w:r w:rsidRPr="00356EA2">
        <w:rPr>
          <w:spacing w:val="-1"/>
          <w:sz w:val="24"/>
          <w:szCs w:val="24"/>
        </w:rPr>
        <w:t>другими документами, регламентирующими образовательный процесс;</w:t>
      </w:r>
    </w:p>
    <w:p w:rsidR="00A44F78" w:rsidRPr="00356EA2" w:rsidRDefault="00A44F78" w:rsidP="00FF6AE1">
      <w:pPr>
        <w:shd w:val="clear" w:color="auto" w:fill="FFFFFF"/>
        <w:tabs>
          <w:tab w:val="left" w:pos="883"/>
        </w:tabs>
        <w:spacing w:line="317" w:lineRule="exact"/>
        <w:ind w:firstLine="70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 xml:space="preserve">представляет другую интересующую заявителя информацию. </w:t>
      </w:r>
      <w:r w:rsidRPr="00356EA2">
        <w:rPr>
          <w:sz w:val="24"/>
          <w:szCs w:val="24"/>
        </w:rPr>
        <w:t>Результатом административной процедуры является прием заявления и выдача заявителю расписки о принятии документов либо отказ в приеме документов с обоснованием причины отказа.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15"/>
        <w:rPr>
          <w:sz w:val="24"/>
          <w:szCs w:val="24"/>
        </w:rPr>
      </w:pPr>
      <w:r w:rsidRPr="00356EA2">
        <w:rPr>
          <w:sz w:val="24"/>
          <w:szCs w:val="24"/>
        </w:rPr>
        <w:t>Максимальная длительность выполнения действия составляет 10 минут.</w:t>
      </w:r>
    </w:p>
    <w:p w:rsidR="00A44F78" w:rsidRPr="00356EA2" w:rsidRDefault="00A44F78" w:rsidP="00FF6AE1">
      <w:pPr>
        <w:shd w:val="clear" w:color="auto" w:fill="FFFFFF"/>
        <w:tabs>
          <w:tab w:val="left" w:pos="1363"/>
        </w:tabs>
        <w:spacing w:before="5" w:line="317" w:lineRule="exact"/>
        <w:ind w:left="10" w:firstLine="715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3.4.</w:t>
      </w:r>
      <w:r w:rsidRPr="00356EA2">
        <w:rPr>
          <w:sz w:val="24"/>
          <w:szCs w:val="24"/>
        </w:rPr>
        <w:tab/>
        <w:t>Регистрация заявления о приеме и рассмотрение принятых документов.</w:t>
      </w:r>
    </w:p>
    <w:p w:rsidR="00A44F78" w:rsidRPr="00356EA2" w:rsidRDefault="00A44F78" w:rsidP="00FF6AE1">
      <w:pPr>
        <w:shd w:val="clear" w:color="auto" w:fill="FFFFFF"/>
        <w:tabs>
          <w:tab w:val="left" w:pos="1680"/>
        </w:tabs>
        <w:spacing w:before="14" w:line="317" w:lineRule="exact"/>
        <w:ind w:left="14" w:firstLine="720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3.4.1.</w:t>
      </w:r>
      <w:r w:rsidRPr="00356EA2">
        <w:rPr>
          <w:sz w:val="24"/>
          <w:szCs w:val="24"/>
        </w:rPr>
        <w:tab/>
        <w:t xml:space="preserve">Секретарь учреждения дополнительного образования детей </w:t>
      </w:r>
      <w:r w:rsidRPr="00356EA2">
        <w:rPr>
          <w:spacing w:val="-1"/>
          <w:sz w:val="24"/>
          <w:szCs w:val="24"/>
        </w:rPr>
        <w:t xml:space="preserve">регистрирует заявления граждан о приеме в учреждение в журнале регистрации </w:t>
      </w:r>
      <w:r w:rsidRPr="00356EA2">
        <w:rPr>
          <w:sz w:val="24"/>
          <w:szCs w:val="24"/>
        </w:rPr>
        <w:t>заявлений. Днем приема заявления считается дата регистрации факта приема заявления в журнале регистрации заявлений.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25"/>
        <w:rPr>
          <w:sz w:val="24"/>
          <w:szCs w:val="24"/>
        </w:rPr>
      </w:pPr>
      <w:r w:rsidRPr="00356EA2">
        <w:rPr>
          <w:sz w:val="24"/>
          <w:szCs w:val="24"/>
        </w:rPr>
        <w:t>Максимальная длительность выполнения действия составляет 5 минут.</w:t>
      </w:r>
    </w:p>
    <w:p w:rsidR="00A44F78" w:rsidRPr="00356EA2" w:rsidRDefault="00A44F78" w:rsidP="00FF6AE1">
      <w:pPr>
        <w:shd w:val="clear" w:color="auto" w:fill="FFFFFF"/>
        <w:tabs>
          <w:tab w:val="left" w:pos="1488"/>
        </w:tabs>
        <w:spacing w:line="317" w:lineRule="exact"/>
        <w:ind w:left="29" w:firstLine="710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3.4.2.</w:t>
      </w:r>
      <w:r w:rsidRPr="00356EA2">
        <w:rPr>
          <w:sz w:val="24"/>
          <w:szCs w:val="24"/>
        </w:rPr>
        <w:tab/>
        <w:t>Рассмотрение принятого заявления и представленных документов производится не позднее дня, следующего за днем приема документов.</w:t>
      </w:r>
    </w:p>
    <w:p w:rsidR="00A44F78" w:rsidRPr="00356EA2" w:rsidRDefault="00A44F78" w:rsidP="00FF6AE1">
      <w:pPr>
        <w:shd w:val="clear" w:color="auto" w:fill="FFFFFF"/>
        <w:spacing w:line="317" w:lineRule="exact"/>
        <w:ind w:left="29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В случае если заявителем предоставлен неполный пакет документов, специалист, ответственный за прием документов сообщает заявителю о приостановлении предоставления услуги в связи с неполнотой документов.</w:t>
      </w:r>
    </w:p>
    <w:p w:rsidR="00A44F78" w:rsidRPr="00356EA2" w:rsidRDefault="00A44F78" w:rsidP="00FF6AE1">
      <w:pPr>
        <w:shd w:val="clear" w:color="auto" w:fill="FFFFFF"/>
        <w:spacing w:line="317" w:lineRule="exact"/>
        <w:ind w:left="38" w:firstLine="706"/>
        <w:jc w:val="both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 xml:space="preserve">Критерием полноты комплекта документов является предоставление всех </w:t>
      </w:r>
      <w:r w:rsidRPr="00356EA2">
        <w:rPr>
          <w:sz w:val="24"/>
          <w:szCs w:val="24"/>
        </w:rPr>
        <w:t>документов, соответствующих требованиям, указанным в пункте 2.6. административного регламента.</w:t>
      </w:r>
    </w:p>
    <w:p w:rsidR="00A44F78" w:rsidRPr="00356EA2" w:rsidRDefault="00A44F78" w:rsidP="00FF6AE1">
      <w:pPr>
        <w:shd w:val="clear" w:color="auto" w:fill="FFFFFF"/>
        <w:spacing w:line="317" w:lineRule="exact"/>
        <w:ind w:left="48" w:firstLine="69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В случае приостановления предоставления муниципальной услуги в связи с необходимостью заменить или предоставить недостающие документы </w:t>
      </w:r>
      <w:r w:rsidRPr="00356EA2">
        <w:rPr>
          <w:spacing w:val="-1"/>
          <w:sz w:val="24"/>
          <w:szCs w:val="24"/>
        </w:rPr>
        <w:t xml:space="preserve">заявителю дается 5 дней. В случае непредставления недостающих документов в </w:t>
      </w:r>
      <w:r w:rsidRPr="00356EA2">
        <w:rPr>
          <w:sz w:val="24"/>
          <w:szCs w:val="24"/>
        </w:rPr>
        <w:t>указанный срок, заявителю отказывается в предоставлении муниципальной услуги.</w:t>
      </w:r>
    </w:p>
    <w:p w:rsidR="00A44F78" w:rsidRPr="00356EA2" w:rsidRDefault="00A44F78" w:rsidP="00FF6AE1">
      <w:pPr>
        <w:shd w:val="clear" w:color="auto" w:fill="FFFFFF"/>
        <w:tabs>
          <w:tab w:val="left" w:pos="1363"/>
        </w:tabs>
        <w:spacing w:line="317" w:lineRule="exact"/>
        <w:ind w:left="10" w:firstLine="715"/>
        <w:jc w:val="both"/>
        <w:rPr>
          <w:sz w:val="24"/>
          <w:szCs w:val="24"/>
        </w:rPr>
      </w:pPr>
      <w:r w:rsidRPr="00356EA2">
        <w:rPr>
          <w:spacing w:val="-3"/>
          <w:sz w:val="24"/>
          <w:szCs w:val="24"/>
        </w:rPr>
        <w:t>3.5.</w:t>
      </w:r>
      <w:r w:rsidRPr="00356EA2">
        <w:rPr>
          <w:sz w:val="24"/>
          <w:szCs w:val="24"/>
        </w:rPr>
        <w:tab/>
        <w:t>Принятие решения о зачислении либо об отказе в зачислении ребенка в муниципальное образовательное учреждение дополнительного образования детей.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82"/>
        <w:rPr>
          <w:sz w:val="24"/>
          <w:szCs w:val="24"/>
        </w:rPr>
      </w:pPr>
      <w:r w:rsidRPr="00356EA2">
        <w:rPr>
          <w:sz w:val="24"/>
          <w:szCs w:val="24"/>
        </w:rPr>
        <w:t>3.5.1. Критерии принятия решения:</w:t>
      </w:r>
    </w:p>
    <w:p w:rsidR="00A44F78" w:rsidRPr="00356EA2" w:rsidRDefault="00A44F78" w:rsidP="00FF6AE1">
      <w:pPr>
        <w:shd w:val="clear" w:color="auto" w:fill="FFFFFF"/>
        <w:spacing w:line="317" w:lineRule="exact"/>
        <w:ind w:left="82" w:firstLine="76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 предоставление заявителем полного пакета документов, предусмотренных настоящим административным регламентом;</w:t>
      </w:r>
    </w:p>
    <w:p w:rsidR="00A44F78" w:rsidRPr="00356EA2" w:rsidRDefault="00A44F78" w:rsidP="00FF6AE1">
      <w:pPr>
        <w:shd w:val="clear" w:color="auto" w:fill="FFFFFF"/>
        <w:spacing w:line="317" w:lineRule="exact"/>
        <w:ind w:left="86"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 отсутствие оснований для отказа в предоставлении муниципальной услуги.</w:t>
      </w:r>
    </w:p>
    <w:p w:rsidR="00A44F78" w:rsidRPr="00356EA2" w:rsidRDefault="00A44F78" w:rsidP="00FF6AE1">
      <w:pPr>
        <w:shd w:val="clear" w:color="auto" w:fill="FFFFFF"/>
        <w:spacing w:line="317" w:lineRule="exact"/>
        <w:ind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3.5.2. Принятие решения о зачислении либо об отказе в зачислении </w:t>
      </w:r>
      <w:r w:rsidRPr="00356EA2">
        <w:rPr>
          <w:spacing w:val="-2"/>
          <w:sz w:val="24"/>
          <w:szCs w:val="24"/>
        </w:rPr>
        <w:t xml:space="preserve">ребенка в образовательное учреждение принимается его руководителем (лицом, </w:t>
      </w:r>
      <w:r w:rsidRPr="00356EA2">
        <w:rPr>
          <w:spacing w:val="-1"/>
          <w:sz w:val="24"/>
          <w:szCs w:val="24"/>
        </w:rPr>
        <w:t xml:space="preserve">его заменяющим) не позднее дня, следующего за днем приема документов и </w:t>
      </w:r>
      <w:r w:rsidRPr="00356EA2">
        <w:rPr>
          <w:sz w:val="24"/>
          <w:szCs w:val="24"/>
        </w:rPr>
        <w:t>сообщается заявителю в день принятия решения.</w:t>
      </w:r>
    </w:p>
    <w:p w:rsidR="00A44F78" w:rsidRPr="00356EA2" w:rsidRDefault="00A44F78" w:rsidP="00FF6AE1">
      <w:pPr>
        <w:shd w:val="clear" w:color="auto" w:fill="FFFFFF"/>
        <w:spacing w:before="10" w:line="317" w:lineRule="exact"/>
        <w:ind w:left="5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На основании принятого решения о предоставлении муниципальной </w:t>
      </w:r>
      <w:r w:rsidRPr="00356EA2">
        <w:rPr>
          <w:spacing w:val="-1"/>
          <w:sz w:val="24"/>
          <w:szCs w:val="24"/>
        </w:rPr>
        <w:t xml:space="preserve">услуги (зачислении ребенка в муниципальное образовательное учреждение) </w:t>
      </w:r>
      <w:r w:rsidRPr="00356EA2">
        <w:rPr>
          <w:sz w:val="24"/>
          <w:szCs w:val="24"/>
        </w:rPr>
        <w:t>руководителем учреждения в тот же день издается приказ о зачислении, с которым заявитель знакомится под роспись.</w:t>
      </w:r>
    </w:p>
    <w:p w:rsidR="00A44F78" w:rsidRPr="00356EA2" w:rsidRDefault="00A44F78" w:rsidP="00FF6AE1">
      <w:pPr>
        <w:shd w:val="clear" w:color="auto" w:fill="FFFFFF"/>
        <w:spacing w:before="10" w:line="317" w:lineRule="exact"/>
        <w:ind w:left="5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Результатом административной процедуры является зачисление либо отказ в зачислении ребенка в муниципальное образовательное учреждение дополнительного образования детей.</w:t>
      </w:r>
    </w:p>
    <w:p w:rsidR="00A44F78" w:rsidRPr="00356EA2" w:rsidRDefault="00A44F78" w:rsidP="00FF6AE1">
      <w:pPr>
        <w:shd w:val="clear" w:color="auto" w:fill="FFFFFF"/>
        <w:tabs>
          <w:tab w:val="left" w:pos="1224"/>
        </w:tabs>
        <w:spacing w:before="5" w:line="317" w:lineRule="exact"/>
        <w:ind w:left="5" w:firstLine="710"/>
        <w:jc w:val="both"/>
        <w:rPr>
          <w:sz w:val="24"/>
          <w:szCs w:val="24"/>
        </w:rPr>
      </w:pPr>
      <w:r w:rsidRPr="00356EA2">
        <w:rPr>
          <w:spacing w:val="-8"/>
          <w:sz w:val="24"/>
          <w:szCs w:val="24"/>
        </w:rPr>
        <w:t>3.6.</w:t>
      </w:r>
      <w:r w:rsidRPr="00356EA2">
        <w:rPr>
          <w:sz w:val="24"/>
          <w:szCs w:val="24"/>
        </w:rPr>
        <w:tab/>
      </w:r>
      <w:r w:rsidRPr="00356EA2">
        <w:rPr>
          <w:spacing w:val="-3"/>
          <w:sz w:val="24"/>
          <w:szCs w:val="24"/>
        </w:rPr>
        <w:t xml:space="preserve">Способом фиксации предоставления муниципальной услуги является </w:t>
      </w:r>
      <w:r w:rsidRPr="00356EA2">
        <w:rPr>
          <w:spacing w:val="-1"/>
          <w:sz w:val="24"/>
          <w:szCs w:val="24"/>
        </w:rPr>
        <w:t xml:space="preserve">регистрация заявления о приеме в журнале регистрации заявлений и издание </w:t>
      </w:r>
      <w:r w:rsidRPr="00356EA2">
        <w:rPr>
          <w:sz w:val="24"/>
          <w:szCs w:val="24"/>
        </w:rPr>
        <w:t xml:space="preserve">приказа о зачислении ребенка в учреждение дополнительного образования, а </w:t>
      </w:r>
      <w:r w:rsidRPr="00356EA2">
        <w:rPr>
          <w:spacing w:val="-1"/>
          <w:sz w:val="24"/>
          <w:szCs w:val="24"/>
        </w:rPr>
        <w:t xml:space="preserve">также регистрация в журнале регистрации ответов на письменные обращения </w:t>
      </w:r>
      <w:r w:rsidRPr="00356EA2">
        <w:rPr>
          <w:sz w:val="24"/>
          <w:szCs w:val="24"/>
        </w:rPr>
        <w:t>граждан (в том числе мотивированных отказов в предоставлении муниципальной услуги).</w:t>
      </w:r>
    </w:p>
    <w:p w:rsidR="00A44F78" w:rsidRPr="00356EA2" w:rsidRDefault="00A44F78" w:rsidP="00093C59">
      <w:pPr>
        <w:shd w:val="clear" w:color="auto" w:fill="FFFFFF"/>
        <w:tabs>
          <w:tab w:val="left" w:pos="1296"/>
        </w:tabs>
        <w:spacing w:line="317" w:lineRule="exact"/>
        <w:ind w:firstLine="706"/>
        <w:jc w:val="both"/>
        <w:rPr>
          <w:sz w:val="24"/>
          <w:szCs w:val="24"/>
        </w:rPr>
      </w:pPr>
      <w:r w:rsidRPr="00356EA2">
        <w:rPr>
          <w:spacing w:val="-9"/>
          <w:sz w:val="24"/>
          <w:szCs w:val="24"/>
        </w:rPr>
        <w:t>3.7.</w:t>
      </w:r>
      <w:r w:rsidRPr="00356EA2">
        <w:rPr>
          <w:sz w:val="24"/>
          <w:szCs w:val="24"/>
        </w:rPr>
        <w:tab/>
        <w:t>Процедура обучения в учреждении дополнительного образования отражается педагогом в отчете по предоставлению дополнительного образования по установленным срокам обучения.</w:t>
      </w:r>
    </w:p>
    <w:p w:rsidR="00A44F78" w:rsidRPr="00356EA2" w:rsidRDefault="00A44F78" w:rsidP="00093C59">
      <w:pPr>
        <w:shd w:val="clear" w:color="auto" w:fill="FFFFFF"/>
        <w:tabs>
          <w:tab w:val="left" w:pos="1296"/>
        </w:tabs>
        <w:spacing w:line="317" w:lineRule="exact"/>
        <w:ind w:firstLine="706"/>
        <w:jc w:val="both"/>
        <w:rPr>
          <w:sz w:val="24"/>
          <w:szCs w:val="24"/>
        </w:rPr>
      </w:pPr>
    </w:p>
    <w:p w:rsidR="00A44F78" w:rsidRPr="00356EA2" w:rsidRDefault="00A44F78" w:rsidP="00093C59">
      <w:pPr>
        <w:shd w:val="clear" w:color="auto" w:fill="FFFFFF"/>
        <w:jc w:val="center"/>
        <w:rPr>
          <w:b/>
          <w:sz w:val="24"/>
          <w:szCs w:val="24"/>
        </w:rPr>
      </w:pPr>
      <w:r w:rsidRPr="00356EA2">
        <w:rPr>
          <w:b/>
          <w:sz w:val="24"/>
          <w:szCs w:val="24"/>
        </w:rPr>
        <w:t>4. Формы контроля за исполнением административного регламента</w:t>
      </w:r>
    </w:p>
    <w:p w:rsidR="00A44F78" w:rsidRPr="00356EA2" w:rsidRDefault="00A44F78" w:rsidP="00093C59">
      <w:pPr>
        <w:shd w:val="clear" w:color="auto" w:fill="FFFFFF"/>
        <w:jc w:val="center"/>
        <w:rPr>
          <w:b/>
          <w:sz w:val="24"/>
          <w:szCs w:val="24"/>
        </w:rPr>
      </w:pPr>
    </w:p>
    <w:p w:rsidR="00A44F78" w:rsidRPr="00093C59" w:rsidRDefault="00A44F78" w:rsidP="00093C59">
      <w:pPr>
        <w:shd w:val="clear" w:color="auto" w:fill="FFFFFF"/>
        <w:spacing w:line="317" w:lineRule="exact"/>
        <w:ind w:firstLine="662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4.1. Текущий контроль за предоставлением муниципальной услуги по предоставлению дополнительного образования осуществляет руководитель учреждения дополнительного образования. Плановый контроль </w:t>
      </w:r>
      <w:r w:rsidRPr="00093C59">
        <w:rPr>
          <w:sz w:val="24"/>
          <w:szCs w:val="24"/>
        </w:rPr>
        <w:t>- управления образования администрации Грайворонского района.</w:t>
      </w:r>
    </w:p>
    <w:p w:rsidR="00A44F78" w:rsidRPr="00356EA2" w:rsidRDefault="00A44F78" w:rsidP="00FF6AE1">
      <w:pPr>
        <w:shd w:val="clear" w:color="auto" w:fill="FFFFFF"/>
        <w:spacing w:line="317" w:lineRule="exact"/>
        <w:ind w:left="38" w:firstLine="69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Текущий контроль осуществляется в форме проверок соблюдения и исполнения специалистами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A44F78" w:rsidRPr="00356EA2" w:rsidRDefault="00A44F78" w:rsidP="00FF6AE1">
      <w:pPr>
        <w:shd w:val="clear" w:color="auto" w:fill="FFFFFF"/>
        <w:spacing w:line="317" w:lineRule="exact"/>
        <w:ind w:left="48" w:firstLine="70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По результатам проверок должностное лицо, осуществляющее текущий </w:t>
      </w:r>
      <w:r w:rsidRPr="00356EA2">
        <w:rPr>
          <w:spacing w:val="-1"/>
          <w:sz w:val="24"/>
          <w:szCs w:val="24"/>
        </w:rPr>
        <w:t xml:space="preserve">контроль, дает указания по устранению выявленных отклонений и нарушений и </w:t>
      </w:r>
      <w:r w:rsidRPr="00356EA2">
        <w:rPr>
          <w:sz w:val="24"/>
          <w:szCs w:val="24"/>
        </w:rPr>
        <w:t>контролирует их исполнение.</w:t>
      </w:r>
    </w:p>
    <w:p w:rsidR="00A44F78" w:rsidRPr="00356EA2" w:rsidRDefault="00A44F78" w:rsidP="00FF6AE1">
      <w:pPr>
        <w:shd w:val="clear" w:color="auto" w:fill="FFFFFF"/>
        <w:spacing w:line="317" w:lineRule="exact"/>
        <w:ind w:left="53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4.2.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2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Проверки могут быть плановыми (осуществляться на основании годовых планов работы) и внеплановыми.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7" w:firstLine="696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Внеплановые проверки осуществляются на основании жалоб граждан или </w:t>
      </w:r>
      <w:r w:rsidRPr="00356EA2">
        <w:rPr>
          <w:sz w:val="24"/>
          <w:szCs w:val="24"/>
        </w:rPr>
        <w:t>организаций, изложенных в письменной или устной форме.</w:t>
      </w:r>
    </w:p>
    <w:p w:rsidR="00A44F78" w:rsidRPr="00356EA2" w:rsidRDefault="00A44F78" w:rsidP="00FF6AE1">
      <w:pPr>
        <w:shd w:val="clear" w:color="auto" w:fill="FFFFFF"/>
        <w:spacing w:line="307" w:lineRule="exact"/>
        <w:ind w:firstLine="69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По итогам проверки оформляется справка, в которой содержатся </w:t>
      </w:r>
      <w:r w:rsidRPr="00356EA2">
        <w:rPr>
          <w:spacing w:val="-1"/>
          <w:sz w:val="24"/>
          <w:szCs w:val="24"/>
        </w:rPr>
        <w:t xml:space="preserve">сведения о выявленных нарушениях с указанием сроков устранения замечаний. </w:t>
      </w:r>
      <w:r w:rsidRPr="00356EA2">
        <w:rPr>
          <w:spacing w:val="-2"/>
          <w:sz w:val="24"/>
          <w:szCs w:val="24"/>
        </w:rPr>
        <w:t>Результаты проверки доводятся до граждан и организаций в письменной форме.</w:t>
      </w:r>
    </w:p>
    <w:p w:rsidR="00A44F78" w:rsidRPr="00356EA2" w:rsidRDefault="00A44F78" w:rsidP="00FF6AE1">
      <w:pPr>
        <w:shd w:val="clear" w:color="auto" w:fill="FFFFFF"/>
        <w:spacing w:line="317" w:lineRule="exact"/>
        <w:ind w:left="10"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</w:t>
      </w:r>
      <w:r w:rsidRPr="00356EA2">
        <w:rPr>
          <w:spacing w:val="-1"/>
          <w:sz w:val="24"/>
          <w:szCs w:val="24"/>
        </w:rPr>
        <w:t>в соответствии с законодательством Российской Федерации.</w:t>
      </w:r>
    </w:p>
    <w:p w:rsidR="00A44F78" w:rsidRPr="00356EA2" w:rsidRDefault="00A44F78" w:rsidP="00093C59">
      <w:pPr>
        <w:shd w:val="clear" w:color="auto" w:fill="FFFFFF"/>
        <w:spacing w:line="317" w:lineRule="exact"/>
        <w:ind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4.3. Должностное лицо несет ответственность за соблюдение последовательности административных действий (административных процедур) и сроков их выполнения, установленных административным регламентом.</w:t>
      </w:r>
    </w:p>
    <w:p w:rsidR="00A44F78" w:rsidRDefault="00A44F78" w:rsidP="00093C59">
      <w:pPr>
        <w:shd w:val="clear" w:color="auto" w:fill="FFFFFF"/>
        <w:spacing w:line="317" w:lineRule="exact"/>
        <w:ind w:firstLine="691"/>
        <w:jc w:val="both"/>
        <w:rPr>
          <w:spacing w:val="-1"/>
          <w:sz w:val="24"/>
          <w:szCs w:val="24"/>
        </w:rPr>
      </w:pPr>
      <w:r w:rsidRPr="00356EA2">
        <w:rPr>
          <w:sz w:val="24"/>
          <w:szCs w:val="24"/>
        </w:rPr>
        <w:t xml:space="preserve">Ответственность специалиста закрепляется его должностной инструкцией </w:t>
      </w:r>
      <w:r w:rsidRPr="00356EA2">
        <w:rPr>
          <w:spacing w:val="-1"/>
          <w:sz w:val="24"/>
          <w:szCs w:val="24"/>
        </w:rPr>
        <w:t>в соответствии с требованиями действующего законодательства.</w:t>
      </w:r>
    </w:p>
    <w:p w:rsidR="00A44F78" w:rsidRDefault="00A44F78" w:rsidP="00093C59">
      <w:pPr>
        <w:shd w:val="clear" w:color="auto" w:fill="FFFFFF"/>
        <w:spacing w:line="317" w:lineRule="exact"/>
        <w:ind w:firstLine="691"/>
        <w:jc w:val="both"/>
        <w:rPr>
          <w:spacing w:val="-1"/>
          <w:sz w:val="24"/>
          <w:szCs w:val="24"/>
        </w:rPr>
      </w:pPr>
    </w:p>
    <w:p w:rsidR="00A44F78" w:rsidRPr="00356EA2" w:rsidRDefault="00A44F78" w:rsidP="00093C59">
      <w:pPr>
        <w:shd w:val="clear" w:color="auto" w:fill="FFFFFF"/>
        <w:spacing w:line="317" w:lineRule="exact"/>
        <w:ind w:firstLine="691"/>
        <w:jc w:val="both"/>
        <w:rPr>
          <w:sz w:val="24"/>
          <w:szCs w:val="24"/>
        </w:rPr>
      </w:pPr>
    </w:p>
    <w:p w:rsidR="00A44F78" w:rsidRPr="00356EA2" w:rsidRDefault="00A44F78" w:rsidP="00093C59">
      <w:pPr>
        <w:shd w:val="clear" w:color="auto" w:fill="FFFFFF"/>
        <w:spacing w:line="322" w:lineRule="exact"/>
        <w:ind w:firstLine="691"/>
        <w:jc w:val="center"/>
        <w:rPr>
          <w:sz w:val="24"/>
          <w:szCs w:val="24"/>
        </w:rPr>
      </w:pPr>
      <w:r w:rsidRPr="00356EA2">
        <w:rPr>
          <w:b/>
          <w:bCs/>
          <w:sz w:val="24"/>
          <w:szCs w:val="24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а также </w:t>
      </w:r>
      <w:r w:rsidRPr="00356EA2">
        <w:rPr>
          <w:b/>
          <w:bCs/>
          <w:spacing w:val="-1"/>
          <w:sz w:val="24"/>
          <w:szCs w:val="24"/>
        </w:rPr>
        <w:t>должностных лиц</w:t>
      </w:r>
    </w:p>
    <w:p w:rsidR="00A44F78" w:rsidRPr="00356EA2" w:rsidRDefault="00A44F78" w:rsidP="00093C59">
      <w:pPr>
        <w:shd w:val="clear" w:color="auto" w:fill="FFFFFF"/>
        <w:tabs>
          <w:tab w:val="left" w:pos="1406"/>
        </w:tabs>
        <w:spacing w:line="317" w:lineRule="exact"/>
        <w:ind w:firstLine="691"/>
        <w:jc w:val="both"/>
        <w:rPr>
          <w:sz w:val="24"/>
          <w:szCs w:val="24"/>
        </w:rPr>
      </w:pPr>
      <w:r w:rsidRPr="00356EA2">
        <w:rPr>
          <w:spacing w:val="-8"/>
          <w:sz w:val="24"/>
          <w:szCs w:val="24"/>
        </w:rPr>
        <w:t>5.1.</w:t>
      </w:r>
      <w:r w:rsidRPr="00356EA2">
        <w:rPr>
          <w:sz w:val="24"/>
          <w:szCs w:val="24"/>
        </w:rPr>
        <w:tab/>
        <w:t>В случае нарушения прав заявителей они имеют право на обжалование действий (бездействия) должностного лица, а также принимаемого решения при предоставлении муниципальной услуги, обратившись на имя на</w:t>
      </w:r>
      <w:r>
        <w:rPr>
          <w:sz w:val="24"/>
          <w:szCs w:val="24"/>
        </w:rPr>
        <w:t>чальника управления образования</w:t>
      </w:r>
      <w:r w:rsidRPr="00356EA2">
        <w:rPr>
          <w:sz w:val="24"/>
          <w:szCs w:val="24"/>
        </w:rPr>
        <w:t xml:space="preserve"> или главы администрации </w:t>
      </w:r>
      <w:r>
        <w:rPr>
          <w:sz w:val="24"/>
          <w:szCs w:val="24"/>
        </w:rPr>
        <w:t>Грайворонского района</w:t>
      </w:r>
      <w:r w:rsidRPr="00356EA2">
        <w:rPr>
          <w:sz w:val="24"/>
          <w:szCs w:val="24"/>
        </w:rPr>
        <w:t>.</w:t>
      </w:r>
    </w:p>
    <w:p w:rsidR="00A44F78" w:rsidRPr="00093C59" w:rsidRDefault="00A44F78" w:rsidP="00FF6AE1">
      <w:pPr>
        <w:shd w:val="clear" w:color="auto" w:fill="FFFFFF"/>
        <w:spacing w:line="317" w:lineRule="exact"/>
        <w:ind w:left="10"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системы «Интернет», официального сайта управления </w:t>
      </w:r>
      <w:r w:rsidRPr="00093C59">
        <w:rPr>
          <w:sz w:val="24"/>
          <w:szCs w:val="24"/>
        </w:rPr>
        <w:t>образования, единого портала государственных и муниципальных услуг, а также может быть принята при личном обращении заявителя.</w:t>
      </w:r>
    </w:p>
    <w:p w:rsidR="00A44F78" w:rsidRPr="00093C59" w:rsidRDefault="00A44F78" w:rsidP="00FF6AE1">
      <w:pPr>
        <w:shd w:val="clear" w:color="auto" w:fill="FFFFFF"/>
        <w:tabs>
          <w:tab w:val="left" w:pos="1406"/>
        </w:tabs>
        <w:spacing w:line="317" w:lineRule="exact"/>
        <w:ind w:left="10" w:firstLine="691"/>
        <w:jc w:val="both"/>
        <w:rPr>
          <w:sz w:val="24"/>
          <w:szCs w:val="24"/>
        </w:rPr>
      </w:pPr>
      <w:r w:rsidRPr="00093C59">
        <w:rPr>
          <w:spacing w:val="-8"/>
          <w:sz w:val="24"/>
          <w:szCs w:val="24"/>
        </w:rPr>
        <w:t>5.2.</w:t>
      </w:r>
      <w:r w:rsidRPr="00093C59">
        <w:rPr>
          <w:sz w:val="24"/>
          <w:szCs w:val="24"/>
        </w:rPr>
        <w:tab/>
        <w:t>Заявители могут обжаловать действия или бездействие должностных лиц:</w:t>
      </w:r>
    </w:p>
    <w:p w:rsidR="00A44F78" w:rsidRPr="00356EA2" w:rsidRDefault="00A44F78" w:rsidP="00FF6AE1">
      <w:pPr>
        <w:numPr>
          <w:ilvl w:val="0"/>
          <w:numId w:val="11"/>
        </w:numPr>
        <w:shd w:val="clear" w:color="auto" w:fill="FFFFFF"/>
        <w:tabs>
          <w:tab w:val="left" w:pos="1066"/>
        </w:tabs>
        <w:spacing w:line="317" w:lineRule="exact"/>
        <w:ind w:left="10" w:firstLine="691"/>
        <w:jc w:val="both"/>
        <w:rPr>
          <w:color w:val="FF0000"/>
          <w:sz w:val="24"/>
          <w:szCs w:val="24"/>
        </w:rPr>
      </w:pPr>
      <w:r w:rsidRPr="00093C59">
        <w:rPr>
          <w:sz w:val="24"/>
          <w:szCs w:val="24"/>
        </w:rPr>
        <w:t>учреждений дополнительного образования - в управление образования администрации Грайворонского</w:t>
      </w:r>
      <w:r>
        <w:rPr>
          <w:sz w:val="24"/>
          <w:szCs w:val="24"/>
        </w:rPr>
        <w:t xml:space="preserve"> района</w:t>
      </w:r>
      <w:r w:rsidRPr="00356EA2">
        <w:rPr>
          <w:color w:val="FF0000"/>
          <w:sz w:val="24"/>
          <w:szCs w:val="24"/>
        </w:rPr>
        <w:t>;</w:t>
      </w:r>
    </w:p>
    <w:p w:rsidR="00A44F78" w:rsidRPr="00356EA2" w:rsidRDefault="00A44F78" w:rsidP="00FF6AE1">
      <w:pPr>
        <w:shd w:val="clear" w:color="auto" w:fill="FFFFFF"/>
        <w:tabs>
          <w:tab w:val="left" w:pos="1291"/>
        </w:tabs>
        <w:spacing w:line="317" w:lineRule="exact"/>
        <w:ind w:left="10" w:firstLine="691"/>
        <w:jc w:val="both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5.3.</w:t>
      </w:r>
      <w:r w:rsidRPr="00356EA2">
        <w:rPr>
          <w:sz w:val="24"/>
          <w:szCs w:val="24"/>
        </w:rPr>
        <w:tab/>
        <w:t>Заявитель может обратиться с жалобой, в том числе в следующих случаях:</w:t>
      </w:r>
    </w:p>
    <w:p w:rsidR="00A44F78" w:rsidRPr="00356EA2" w:rsidRDefault="00A44F78" w:rsidP="00FF6AE1">
      <w:pPr>
        <w:numPr>
          <w:ilvl w:val="0"/>
          <w:numId w:val="12"/>
        </w:numPr>
        <w:shd w:val="clear" w:color="auto" w:fill="FFFFFF"/>
        <w:tabs>
          <w:tab w:val="left" w:pos="893"/>
        </w:tabs>
        <w:spacing w:line="317" w:lineRule="exact"/>
        <w:ind w:left="10" w:firstLine="691"/>
        <w:rPr>
          <w:sz w:val="24"/>
          <w:szCs w:val="24"/>
        </w:rPr>
      </w:pPr>
      <w:r w:rsidRPr="00356EA2">
        <w:rPr>
          <w:sz w:val="24"/>
          <w:szCs w:val="24"/>
        </w:rPr>
        <w:t>нарушение срока регистрации заявления;</w:t>
      </w:r>
    </w:p>
    <w:p w:rsidR="00A44F78" w:rsidRPr="00356EA2" w:rsidRDefault="00A44F78" w:rsidP="00FF6AE1">
      <w:pPr>
        <w:numPr>
          <w:ilvl w:val="0"/>
          <w:numId w:val="12"/>
        </w:numPr>
        <w:shd w:val="clear" w:color="auto" w:fill="FFFFFF"/>
        <w:tabs>
          <w:tab w:val="left" w:pos="893"/>
        </w:tabs>
        <w:spacing w:line="317" w:lineRule="exact"/>
        <w:ind w:left="10" w:firstLine="691"/>
        <w:rPr>
          <w:sz w:val="24"/>
          <w:szCs w:val="24"/>
        </w:rPr>
      </w:pPr>
      <w:r w:rsidRPr="00356EA2">
        <w:rPr>
          <w:sz w:val="24"/>
          <w:szCs w:val="24"/>
        </w:rPr>
        <w:t>нарушение срока предоставления муниципальной услуги;</w:t>
      </w:r>
    </w:p>
    <w:p w:rsidR="00A44F78" w:rsidRPr="00356EA2" w:rsidRDefault="00A44F78" w:rsidP="00FF6AE1">
      <w:pPr>
        <w:shd w:val="clear" w:color="auto" w:fill="FFFFFF"/>
        <w:spacing w:line="317" w:lineRule="exact"/>
        <w:ind w:left="10" w:firstLine="691"/>
        <w:rPr>
          <w:sz w:val="24"/>
          <w:szCs w:val="24"/>
        </w:rPr>
      </w:pPr>
      <w:r w:rsidRPr="00356EA2">
        <w:rPr>
          <w:sz w:val="24"/>
          <w:szCs w:val="24"/>
        </w:rPr>
        <w:t>- требование у заявителя документов, не предусмотренных административным регламентом;</w:t>
      </w:r>
    </w:p>
    <w:p w:rsidR="00A44F78" w:rsidRPr="00356EA2" w:rsidRDefault="00A44F78" w:rsidP="00FF6AE1">
      <w:pPr>
        <w:shd w:val="clear" w:color="auto" w:fill="FFFFFF"/>
        <w:tabs>
          <w:tab w:val="left" w:pos="1085"/>
        </w:tabs>
        <w:spacing w:line="317" w:lineRule="exact"/>
        <w:ind w:left="10" w:firstLine="69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отказ заявителю в приеме документов, предоставление которых предусмотрено административным регламентом для предоставления муниципальной услуги;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840"/>
        </w:tabs>
        <w:spacing w:before="34" w:line="317" w:lineRule="exact"/>
        <w:ind w:firstLine="653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840"/>
        </w:tabs>
        <w:spacing w:line="317" w:lineRule="exact"/>
        <w:ind w:firstLine="653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затребование с заявителя при предоставлении муниципальной услуги платы, не предусмотренной действующим законодательством;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840"/>
        </w:tabs>
        <w:spacing w:line="317" w:lineRule="exact"/>
        <w:ind w:firstLine="653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отказ органа, предоставляющего муниципальную услугу, в исправлении </w:t>
      </w:r>
      <w:r w:rsidRPr="00356EA2">
        <w:rPr>
          <w:sz w:val="24"/>
          <w:szCs w:val="24"/>
        </w:rPr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44F78" w:rsidRPr="00356EA2" w:rsidRDefault="00A44F78" w:rsidP="00FF6AE1">
      <w:pPr>
        <w:shd w:val="clear" w:color="auto" w:fill="FFFFFF"/>
        <w:tabs>
          <w:tab w:val="left" w:pos="1411"/>
        </w:tabs>
        <w:spacing w:before="10" w:line="317" w:lineRule="exact"/>
        <w:ind w:left="5" w:firstLine="715"/>
        <w:jc w:val="both"/>
        <w:rPr>
          <w:sz w:val="24"/>
          <w:szCs w:val="24"/>
        </w:rPr>
      </w:pPr>
      <w:r w:rsidRPr="00356EA2">
        <w:rPr>
          <w:spacing w:val="-9"/>
          <w:sz w:val="24"/>
          <w:szCs w:val="24"/>
        </w:rPr>
        <w:t>5.4.</w:t>
      </w:r>
      <w:r w:rsidRPr="00356EA2">
        <w:rPr>
          <w:sz w:val="24"/>
          <w:szCs w:val="24"/>
        </w:rPr>
        <w:tab/>
        <w:t xml:space="preserve">При обращении заявителя муниципальной услуги устно к </w:t>
      </w:r>
      <w:r w:rsidRPr="00356EA2">
        <w:rPr>
          <w:spacing w:val="-1"/>
          <w:sz w:val="24"/>
          <w:szCs w:val="24"/>
        </w:rPr>
        <w:t xml:space="preserve">начальнику управления образования ответ на обращение (жалобу) может быть </w:t>
      </w:r>
      <w:r w:rsidRPr="00356EA2">
        <w:rPr>
          <w:sz w:val="24"/>
          <w:szCs w:val="24"/>
        </w:rPr>
        <w:t>дан устно в ходе личного приема. При обращении заявителя муниципальной услуги письменно - ответ заявителю дается исключительно в письменной форме по существу поставленных в обращении вопросов.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25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>Жалоба должна содержать:</w:t>
      </w:r>
    </w:p>
    <w:p w:rsidR="00A44F78" w:rsidRPr="00356EA2" w:rsidRDefault="00A44F78" w:rsidP="00FF6AE1">
      <w:pPr>
        <w:shd w:val="clear" w:color="auto" w:fill="FFFFFF"/>
        <w:tabs>
          <w:tab w:val="left" w:pos="888"/>
        </w:tabs>
        <w:spacing w:line="317" w:lineRule="exact"/>
        <w:ind w:left="725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</w:r>
      <w:r w:rsidRPr="00356EA2">
        <w:rPr>
          <w:spacing w:val="-1"/>
          <w:sz w:val="24"/>
          <w:szCs w:val="24"/>
        </w:rPr>
        <w:t>наименование органа, предоставляющего муниципальную услугу;</w:t>
      </w:r>
    </w:p>
    <w:p w:rsidR="00A44F78" w:rsidRPr="00356EA2" w:rsidRDefault="00A44F78" w:rsidP="00FF6AE1">
      <w:pPr>
        <w:numPr>
          <w:ilvl w:val="0"/>
          <w:numId w:val="14"/>
        </w:numPr>
        <w:shd w:val="clear" w:color="auto" w:fill="FFFFFF"/>
        <w:tabs>
          <w:tab w:val="left" w:pos="936"/>
        </w:tabs>
        <w:spacing w:line="317" w:lineRule="exact"/>
        <w:ind w:left="10"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фамилию, имя, отчество, сведения о месте жительства заявителя, а также номер контактного телефона, адрес электронной почты (при наличии) и </w:t>
      </w:r>
      <w:r w:rsidRPr="00356EA2">
        <w:rPr>
          <w:spacing w:val="-1"/>
          <w:sz w:val="24"/>
          <w:szCs w:val="24"/>
        </w:rPr>
        <w:t>почтовый адрес, по которым должен быть направлен ответ заявителю;</w:t>
      </w:r>
    </w:p>
    <w:p w:rsidR="00A44F78" w:rsidRPr="00356EA2" w:rsidRDefault="00A44F78" w:rsidP="00093C59">
      <w:pPr>
        <w:numPr>
          <w:ilvl w:val="0"/>
          <w:numId w:val="14"/>
        </w:numPr>
        <w:shd w:val="clear" w:color="auto" w:fill="FFFFFF"/>
        <w:tabs>
          <w:tab w:val="left" w:pos="936"/>
        </w:tabs>
        <w:spacing w:line="317" w:lineRule="exact"/>
        <w:ind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услугу;</w:t>
      </w:r>
    </w:p>
    <w:p w:rsidR="00A44F78" w:rsidRPr="00356EA2" w:rsidRDefault="00A44F78" w:rsidP="00093C59">
      <w:pPr>
        <w:numPr>
          <w:ilvl w:val="0"/>
          <w:numId w:val="14"/>
        </w:numPr>
        <w:shd w:val="clear" w:color="auto" w:fill="FFFFFF"/>
        <w:tabs>
          <w:tab w:val="left" w:pos="936"/>
        </w:tabs>
        <w:spacing w:line="317" w:lineRule="exact"/>
        <w:ind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услугу.</w:t>
      </w:r>
    </w:p>
    <w:p w:rsidR="00A44F78" w:rsidRPr="00356EA2" w:rsidRDefault="00A44F78" w:rsidP="00093C59">
      <w:pPr>
        <w:numPr>
          <w:ilvl w:val="0"/>
          <w:numId w:val="15"/>
        </w:numPr>
        <w:shd w:val="clear" w:color="auto" w:fill="FFFFFF"/>
        <w:tabs>
          <w:tab w:val="left" w:pos="1411"/>
        </w:tabs>
        <w:spacing w:line="317" w:lineRule="exact"/>
        <w:ind w:firstLine="715"/>
        <w:jc w:val="both"/>
        <w:rPr>
          <w:spacing w:val="-9"/>
          <w:sz w:val="24"/>
          <w:szCs w:val="24"/>
        </w:rPr>
      </w:pPr>
      <w:r w:rsidRPr="00356EA2">
        <w:rPr>
          <w:sz w:val="24"/>
          <w:szCs w:val="24"/>
        </w:rPr>
        <w:t>Обращения граждан,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</w:t>
      </w:r>
    </w:p>
    <w:p w:rsidR="00A44F78" w:rsidRPr="00356EA2" w:rsidRDefault="00A44F78" w:rsidP="00FF6AE1">
      <w:pPr>
        <w:numPr>
          <w:ilvl w:val="0"/>
          <w:numId w:val="15"/>
        </w:numPr>
        <w:shd w:val="clear" w:color="auto" w:fill="FFFFFF"/>
        <w:tabs>
          <w:tab w:val="left" w:pos="1411"/>
        </w:tabs>
        <w:spacing w:line="317" w:lineRule="exact"/>
        <w:ind w:left="5" w:firstLine="715"/>
        <w:jc w:val="both"/>
        <w:rPr>
          <w:spacing w:val="-8"/>
          <w:sz w:val="24"/>
          <w:szCs w:val="24"/>
        </w:rPr>
      </w:pPr>
      <w:r w:rsidRPr="00356EA2">
        <w:rPr>
          <w:sz w:val="24"/>
          <w:szCs w:val="24"/>
        </w:rPr>
        <w:t>Все обращения (жалобы), поданные в письменной форме, регистрируются ответственным лицом управления образования администрации Грайворонского района в журнале. Зарегистрированные обращения передаются начальнику управления образования администрации Грайворонского района для назначения лица, ответственного за их рассмотрение.</w:t>
      </w:r>
    </w:p>
    <w:p w:rsidR="00A44F78" w:rsidRPr="00356EA2" w:rsidRDefault="00A44F78" w:rsidP="00FF6AE1">
      <w:pPr>
        <w:numPr>
          <w:ilvl w:val="0"/>
          <w:numId w:val="15"/>
        </w:numPr>
        <w:shd w:val="clear" w:color="auto" w:fill="FFFFFF"/>
        <w:tabs>
          <w:tab w:val="left" w:pos="1411"/>
        </w:tabs>
        <w:spacing w:line="317" w:lineRule="exact"/>
        <w:ind w:left="5" w:firstLine="715"/>
        <w:jc w:val="both"/>
        <w:rPr>
          <w:spacing w:val="-8"/>
          <w:sz w:val="24"/>
          <w:szCs w:val="24"/>
        </w:rPr>
      </w:pPr>
      <w:r w:rsidRPr="00356EA2">
        <w:rPr>
          <w:sz w:val="24"/>
          <w:szCs w:val="24"/>
        </w:rPr>
        <w:t>Если в результате рассмотрения обращения жалоба признана обоснованной, начальник управления образования администрации Грайворонского района, принимает решение о применении мер и вида ответственности к лицам, допустившим в ходе предоставления муниципальной услуги нарушения требований законодательства Российской Федерации, настоящего регламента.</w:t>
      </w:r>
    </w:p>
    <w:p w:rsidR="00A44F78" w:rsidRPr="00356EA2" w:rsidRDefault="00A44F78" w:rsidP="00FF6AE1">
      <w:pPr>
        <w:numPr>
          <w:ilvl w:val="0"/>
          <w:numId w:val="15"/>
        </w:numPr>
        <w:shd w:val="clear" w:color="auto" w:fill="FFFFFF"/>
        <w:tabs>
          <w:tab w:val="left" w:pos="1411"/>
        </w:tabs>
        <w:spacing w:line="317" w:lineRule="exact"/>
        <w:ind w:left="5" w:firstLine="715"/>
        <w:jc w:val="both"/>
        <w:rPr>
          <w:spacing w:val="-8"/>
          <w:sz w:val="24"/>
          <w:szCs w:val="24"/>
        </w:rPr>
      </w:pPr>
      <w:r w:rsidRPr="00356EA2">
        <w:rPr>
          <w:sz w:val="24"/>
          <w:szCs w:val="24"/>
        </w:rPr>
        <w:t>Если обращение в ходе рассмотрения признано необоснованным, заявителю направляется сообщение о результате рассмотрения обращения с указанием причин признания его необоснованным.</w:t>
      </w:r>
    </w:p>
    <w:p w:rsidR="00A44F78" w:rsidRPr="00356EA2" w:rsidRDefault="00A44F78" w:rsidP="00FF6AE1">
      <w:pPr>
        <w:shd w:val="clear" w:color="auto" w:fill="FFFFFF"/>
        <w:tabs>
          <w:tab w:val="left" w:pos="1469"/>
        </w:tabs>
        <w:spacing w:line="317" w:lineRule="exact"/>
        <w:ind w:left="77" w:firstLine="701"/>
        <w:jc w:val="both"/>
        <w:rPr>
          <w:sz w:val="24"/>
          <w:szCs w:val="24"/>
        </w:rPr>
      </w:pPr>
      <w:r w:rsidRPr="00356EA2">
        <w:rPr>
          <w:spacing w:val="-11"/>
          <w:sz w:val="24"/>
          <w:szCs w:val="24"/>
        </w:rPr>
        <w:t>5.9.</w:t>
      </w:r>
      <w:r w:rsidRPr="00356EA2">
        <w:rPr>
          <w:sz w:val="24"/>
          <w:szCs w:val="24"/>
        </w:rPr>
        <w:tab/>
        <w:t xml:space="preserve">По результатам рассмотрения обращения (жалобы) лицо, ответственное за его рассмотрение, подготавливает ответ (сообщение) заявителю, который согласуется и подписывается начальником </w:t>
      </w:r>
      <w:r w:rsidRPr="00356EA2">
        <w:rPr>
          <w:spacing w:val="-1"/>
          <w:sz w:val="24"/>
          <w:szCs w:val="24"/>
        </w:rPr>
        <w:t>управления образования администрации Грайворонского района.</w:t>
      </w:r>
    </w:p>
    <w:p w:rsidR="00A44F78" w:rsidRPr="00356EA2" w:rsidRDefault="00A44F78" w:rsidP="00FF6AE1">
      <w:pPr>
        <w:numPr>
          <w:ilvl w:val="0"/>
          <w:numId w:val="16"/>
        </w:numPr>
        <w:shd w:val="clear" w:color="auto" w:fill="FFFFFF"/>
        <w:tabs>
          <w:tab w:val="left" w:pos="1363"/>
        </w:tabs>
        <w:spacing w:line="317" w:lineRule="exact"/>
        <w:ind w:left="5" w:firstLine="715"/>
        <w:jc w:val="both"/>
        <w:rPr>
          <w:spacing w:val="-8"/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</w:t>
      </w:r>
      <w:r w:rsidRPr="00356EA2">
        <w:rPr>
          <w:sz w:val="24"/>
          <w:szCs w:val="24"/>
        </w:rPr>
        <w:t xml:space="preserve">регистрации, а в случае обжалования отказа органа, предоставляющего муниципальную услугу, либо должностного лица органа, предоставляющего </w:t>
      </w:r>
      <w:r w:rsidRPr="00356EA2">
        <w:rPr>
          <w:spacing w:val="-1"/>
          <w:sz w:val="24"/>
          <w:szCs w:val="24"/>
        </w:rPr>
        <w:t xml:space="preserve">муниципальную услугу, в приеме документов у заявителя либо в исправлении </w:t>
      </w:r>
      <w:r w:rsidRPr="00356EA2">
        <w:rPr>
          <w:sz w:val="24"/>
          <w:szCs w:val="24"/>
        </w:rPr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44F78" w:rsidRPr="00356EA2" w:rsidRDefault="00A44F78" w:rsidP="00FF6AE1">
      <w:pPr>
        <w:numPr>
          <w:ilvl w:val="0"/>
          <w:numId w:val="16"/>
        </w:numPr>
        <w:shd w:val="clear" w:color="auto" w:fill="FFFFFF"/>
        <w:tabs>
          <w:tab w:val="left" w:pos="1363"/>
        </w:tabs>
        <w:spacing w:before="5" w:line="317" w:lineRule="exact"/>
        <w:ind w:left="720"/>
        <w:rPr>
          <w:spacing w:val="-6"/>
          <w:sz w:val="24"/>
          <w:szCs w:val="24"/>
        </w:rPr>
      </w:pPr>
      <w:r w:rsidRPr="00356EA2">
        <w:rPr>
          <w:spacing w:val="-1"/>
          <w:sz w:val="24"/>
          <w:szCs w:val="24"/>
        </w:rPr>
        <w:t>Заявителю может быть отказано в рассмотрении жалобы в случаях:</w:t>
      </w:r>
    </w:p>
    <w:p w:rsidR="00A44F78" w:rsidRPr="00356EA2" w:rsidRDefault="00A44F78" w:rsidP="00FF6AE1">
      <w:pPr>
        <w:shd w:val="clear" w:color="auto" w:fill="FFFFFF"/>
        <w:tabs>
          <w:tab w:val="left" w:pos="970"/>
        </w:tabs>
        <w:spacing w:line="317" w:lineRule="exact"/>
        <w:ind w:left="19" w:firstLine="706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>если в жалобе не указана фамилия заявителя и почтовый адрес, по которому должен быть направлен ответ;</w:t>
      </w:r>
    </w:p>
    <w:p w:rsidR="00A44F78" w:rsidRPr="00356EA2" w:rsidRDefault="00A44F78" w:rsidP="00FF6AE1">
      <w:pPr>
        <w:shd w:val="clear" w:color="auto" w:fill="FFFFFF"/>
        <w:tabs>
          <w:tab w:val="left" w:pos="1104"/>
        </w:tabs>
        <w:spacing w:before="5" w:line="317" w:lineRule="exact"/>
        <w:ind w:left="19" w:firstLine="72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-</w:t>
      </w:r>
      <w:r w:rsidRPr="00356EA2">
        <w:rPr>
          <w:sz w:val="24"/>
          <w:szCs w:val="24"/>
        </w:rPr>
        <w:tab/>
        <w:t xml:space="preserve">если в жалобе содержатся нецензурные либо оскорбительные выражения, угрозы жизни, здоровью и имуществу должностного лица управления образования либо общеобразовательного учреждения. В этом случае жалоба может быть оставлена без ответа по существу поставленных в </w:t>
      </w:r>
      <w:r w:rsidRPr="00356EA2">
        <w:rPr>
          <w:spacing w:val="-1"/>
          <w:sz w:val="24"/>
          <w:szCs w:val="24"/>
        </w:rPr>
        <w:t xml:space="preserve">ней вопросов, а заявителю, направившему жалобу сообщено о недопустимости </w:t>
      </w:r>
      <w:r w:rsidRPr="00356EA2">
        <w:rPr>
          <w:sz w:val="24"/>
          <w:szCs w:val="24"/>
        </w:rPr>
        <w:t>злоупотребления правом;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931"/>
        </w:tabs>
        <w:spacing w:line="317" w:lineRule="exact"/>
        <w:ind w:left="29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если текст жалобы не поддается прочтению, ответ на жалобу не дается, о чем сообщается заявителю, ее направившему, если его фамилия и почтовый адрес поддаются прочтению;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931"/>
        </w:tabs>
        <w:spacing w:line="317" w:lineRule="exact"/>
        <w:ind w:left="29" w:firstLine="715"/>
        <w:jc w:val="both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 xml:space="preserve">если ответ по существу поставленного в жалобе вопроса не может быть </w:t>
      </w:r>
      <w:r w:rsidRPr="00356EA2">
        <w:rPr>
          <w:sz w:val="24"/>
          <w:szCs w:val="24"/>
        </w:rPr>
        <w:t>дан без разглашения сведений, составляющих государственную или иную, охраняемую законом, тайну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A44F78" w:rsidRPr="00356EA2" w:rsidRDefault="00A44F78" w:rsidP="00FF6AE1">
      <w:pPr>
        <w:numPr>
          <w:ilvl w:val="0"/>
          <w:numId w:val="13"/>
        </w:numPr>
        <w:shd w:val="clear" w:color="auto" w:fill="FFFFFF"/>
        <w:tabs>
          <w:tab w:val="left" w:pos="931"/>
        </w:tabs>
        <w:spacing w:line="317" w:lineRule="exact"/>
        <w:ind w:left="29" w:firstLine="715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если в обращении (жалобе) заявителя содержится вопрос, на который ему многократно давались ответы по существу в связи с ранее направляемыми жалобами, и при этом в обращении (жалобе) не приводятся новые доводы или обстоятельства.</w:t>
      </w:r>
    </w:p>
    <w:p w:rsidR="00A44F78" w:rsidRPr="00356EA2" w:rsidRDefault="00A44F78" w:rsidP="00FF6AE1">
      <w:pPr>
        <w:shd w:val="clear" w:color="auto" w:fill="FFFFFF"/>
        <w:spacing w:line="317" w:lineRule="exact"/>
        <w:ind w:left="72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В случае, если причины, по которым ответ по существу поставленных в жалобе вопросов не мог быть дан, в последующем заявителем были устранены, заявитель вправе вновь обратиться с жалобой.</w:t>
      </w:r>
    </w:p>
    <w:p w:rsidR="00A44F78" w:rsidRPr="00356EA2" w:rsidRDefault="00A44F78" w:rsidP="00FF6AE1">
      <w:pPr>
        <w:shd w:val="clear" w:color="auto" w:fill="FFFFFF"/>
        <w:spacing w:line="317" w:lineRule="exact"/>
        <w:ind w:left="91" w:firstLine="710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5.12. В случае невозможности урегулирования спора (разногласия) он подлежит разрешению в установленном законодательством Российской Федерации судебном порядке.</w:t>
      </w:r>
    </w:p>
    <w:p w:rsidR="00A44F78" w:rsidRPr="00356EA2" w:rsidRDefault="00A44F78" w:rsidP="00FF6AE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356EA2">
        <w:rPr>
          <w:sz w:val="24"/>
          <w:szCs w:val="24"/>
        </w:rPr>
        <w:br w:type="page"/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2"/>
          <w:sz w:val="24"/>
          <w:szCs w:val="24"/>
        </w:rPr>
        <w:t>Приложение 1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z w:val="24"/>
          <w:szCs w:val="24"/>
        </w:rPr>
        <w:t>к административному регламенту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«Предоставление дополнительного образования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детям муниципальными образовательными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учреждениями дополнительного образования детей»</w:t>
      </w: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  <w:r w:rsidRPr="00356EA2">
        <w:rPr>
          <w:b/>
          <w:bCs/>
          <w:spacing w:val="-3"/>
          <w:sz w:val="24"/>
          <w:szCs w:val="24"/>
        </w:rPr>
        <w:t>Информация об адресах и телефонах</w:t>
      </w:r>
    </w:p>
    <w:p w:rsidR="00A44F78" w:rsidRPr="00356EA2" w:rsidRDefault="00A44F78" w:rsidP="00E15D16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356EA2">
        <w:rPr>
          <w:b/>
          <w:bCs/>
          <w:spacing w:val="-3"/>
          <w:sz w:val="24"/>
          <w:szCs w:val="24"/>
        </w:rPr>
        <w:t xml:space="preserve">управления образования </w:t>
      </w:r>
      <w:r w:rsidRPr="00356EA2">
        <w:rPr>
          <w:b/>
          <w:bCs/>
          <w:sz w:val="24"/>
          <w:szCs w:val="24"/>
        </w:rPr>
        <w:t>администрации Грайворонского района</w:t>
      </w:r>
    </w:p>
    <w:p w:rsidR="00A44F78" w:rsidRPr="00356EA2" w:rsidRDefault="00A44F78" w:rsidP="00E15D16">
      <w:pPr>
        <w:shd w:val="clear" w:color="auto" w:fill="FFFFFF"/>
        <w:spacing w:before="322" w:line="317" w:lineRule="exact"/>
        <w:ind w:left="5" w:right="-1"/>
        <w:jc w:val="both"/>
        <w:rPr>
          <w:spacing w:val="-3"/>
          <w:sz w:val="24"/>
          <w:szCs w:val="24"/>
        </w:rPr>
      </w:pPr>
      <w:r w:rsidRPr="00356EA2">
        <w:rPr>
          <w:spacing w:val="-3"/>
          <w:sz w:val="24"/>
          <w:szCs w:val="24"/>
        </w:rPr>
        <w:t>Управление образования администрации Грайворонского района:</w:t>
      </w:r>
    </w:p>
    <w:p w:rsidR="00A44F78" w:rsidRPr="00356EA2" w:rsidRDefault="00A44F78" w:rsidP="00E15D16">
      <w:pPr>
        <w:shd w:val="clear" w:color="auto" w:fill="FFFFFF"/>
        <w:spacing w:before="322" w:line="317" w:lineRule="exact"/>
        <w:ind w:left="5" w:right="-1"/>
        <w:jc w:val="both"/>
        <w:rPr>
          <w:sz w:val="24"/>
          <w:szCs w:val="24"/>
        </w:rPr>
      </w:pPr>
      <w:r w:rsidRPr="00356EA2">
        <w:rPr>
          <w:sz w:val="24"/>
          <w:szCs w:val="24"/>
        </w:rPr>
        <w:t>309370, Грайворонский район, г.Грайворон, ул. Мира, д.19</w:t>
      </w:r>
    </w:p>
    <w:p w:rsidR="00A44F78" w:rsidRPr="00356EA2" w:rsidRDefault="00A44F78" w:rsidP="00E15D16">
      <w:pPr>
        <w:shd w:val="clear" w:color="auto" w:fill="FFFFFF"/>
        <w:spacing w:before="317" w:line="317" w:lineRule="exact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>Режим работы:</w:t>
      </w:r>
    </w:p>
    <w:p w:rsidR="00A44F78" w:rsidRPr="00356EA2" w:rsidRDefault="00A44F78" w:rsidP="00E15D16">
      <w:pPr>
        <w:shd w:val="clear" w:color="auto" w:fill="FFFFFF"/>
        <w:spacing w:line="317" w:lineRule="exact"/>
        <w:rPr>
          <w:sz w:val="24"/>
          <w:szCs w:val="24"/>
        </w:rPr>
      </w:pPr>
      <w:r w:rsidRPr="00356EA2">
        <w:rPr>
          <w:sz w:val="24"/>
          <w:szCs w:val="24"/>
        </w:rPr>
        <w:t>рабочие дни с понедельника по пятницу, с 8.00 час. до 17.00 час.</w:t>
      </w:r>
    </w:p>
    <w:p w:rsidR="00A44F78" w:rsidRPr="00356EA2" w:rsidRDefault="00A44F78" w:rsidP="00E15D16">
      <w:pPr>
        <w:shd w:val="clear" w:color="auto" w:fill="FFFFFF"/>
        <w:spacing w:line="317" w:lineRule="exact"/>
        <w:ind w:left="10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Перерыв: с 12.00 час. до 13.00 час.</w:t>
      </w:r>
    </w:p>
    <w:p w:rsidR="00A44F78" w:rsidRPr="00356EA2" w:rsidRDefault="00A44F78" w:rsidP="00E15D16">
      <w:pPr>
        <w:shd w:val="clear" w:color="auto" w:fill="FFFFFF"/>
        <w:spacing w:line="317" w:lineRule="exact"/>
        <w:ind w:left="19"/>
        <w:rPr>
          <w:sz w:val="24"/>
          <w:szCs w:val="24"/>
        </w:rPr>
      </w:pPr>
      <w:r w:rsidRPr="00356EA2">
        <w:rPr>
          <w:sz w:val="24"/>
          <w:szCs w:val="24"/>
        </w:rPr>
        <w:t>Суббота, воскресенье - выходной.</w:t>
      </w:r>
    </w:p>
    <w:p w:rsidR="00A44F78" w:rsidRPr="00356EA2" w:rsidRDefault="00A44F78" w:rsidP="00E15D16">
      <w:pPr>
        <w:shd w:val="clear" w:color="auto" w:fill="FFFFFF"/>
        <w:spacing w:before="307" w:line="317" w:lineRule="exact"/>
        <w:ind w:left="14"/>
        <w:rPr>
          <w:sz w:val="24"/>
          <w:szCs w:val="24"/>
        </w:rPr>
      </w:pPr>
      <w:r w:rsidRPr="00356EA2">
        <w:rPr>
          <w:sz w:val="24"/>
          <w:szCs w:val="24"/>
        </w:rPr>
        <w:t>Начальник – Клыженко Людмила Владимировна</w:t>
      </w:r>
    </w:p>
    <w:p w:rsidR="00A44F78" w:rsidRPr="00356EA2" w:rsidRDefault="00A44F78" w:rsidP="00E15D16">
      <w:pPr>
        <w:shd w:val="clear" w:color="auto" w:fill="FFFFFF"/>
        <w:spacing w:before="5" w:line="317" w:lineRule="exact"/>
        <w:ind w:left="19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>Тел/факс</w:t>
      </w:r>
      <w:r w:rsidRPr="00356EA2">
        <w:rPr>
          <w:spacing w:val="-1"/>
          <w:sz w:val="24"/>
          <w:szCs w:val="24"/>
        </w:rPr>
        <w:t>: 8 (47261) 4-52-58.</w:t>
      </w:r>
    </w:p>
    <w:p w:rsidR="00A44F78" w:rsidRPr="00356EA2" w:rsidRDefault="00A44F78" w:rsidP="00E15D16">
      <w:pPr>
        <w:shd w:val="clear" w:color="auto" w:fill="FFFFFF"/>
        <w:spacing w:line="317" w:lineRule="exact"/>
        <w:ind w:left="29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Тел</w:t>
      </w:r>
      <w:r w:rsidRPr="00356EA2">
        <w:rPr>
          <w:spacing w:val="-2"/>
          <w:sz w:val="24"/>
          <w:szCs w:val="24"/>
        </w:rPr>
        <w:t>: 8 (47261) 4-62-94.</w:t>
      </w:r>
    </w:p>
    <w:p w:rsidR="00A44F78" w:rsidRPr="002E5A54" w:rsidRDefault="00A44F78" w:rsidP="00E15D16">
      <w:pPr>
        <w:rPr>
          <w:sz w:val="24"/>
          <w:szCs w:val="24"/>
          <w:lang w:val="en-US"/>
        </w:rPr>
      </w:pPr>
      <w:r w:rsidRPr="002E5A54">
        <w:rPr>
          <w:sz w:val="24"/>
          <w:szCs w:val="24"/>
          <w:lang w:val="en-US"/>
        </w:rPr>
        <w:t xml:space="preserve"> </w:t>
      </w:r>
      <w:r w:rsidRPr="00093C59">
        <w:rPr>
          <w:sz w:val="24"/>
          <w:szCs w:val="24"/>
          <w:lang w:val="en-US"/>
        </w:rPr>
        <w:t>E</w:t>
      </w:r>
      <w:r w:rsidRPr="002E5A54">
        <w:rPr>
          <w:sz w:val="24"/>
          <w:szCs w:val="24"/>
          <w:lang w:val="en-US"/>
        </w:rPr>
        <w:t>-</w:t>
      </w:r>
      <w:r w:rsidRPr="00093C59">
        <w:rPr>
          <w:sz w:val="24"/>
          <w:szCs w:val="24"/>
          <w:lang w:val="en-US"/>
        </w:rPr>
        <w:t>mail</w:t>
      </w:r>
      <w:r w:rsidRPr="002E5A54">
        <w:rPr>
          <w:sz w:val="24"/>
          <w:szCs w:val="24"/>
          <w:lang w:val="en-US"/>
        </w:rPr>
        <w:t xml:space="preserve">: </w:t>
      </w:r>
      <w:hyperlink r:id="rId8" w:history="1">
        <w:r w:rsidRPr="00093C59">
          <w:rPr>
            <w:rStyle w:val="Hyperlink"/>
            <w:color w:val="auto"/>
            <w:sz w:val="24"/>
            <w:szCs w:val="24"/>
            <w:lang w:val="en-US"/>
          </w:rPr>
          <w:t>grajw</w:t>
        </w:r>
        <w:r w:rsidRPr="002E5A54">
          <w:rPr>
            <w:rStyle w:val="Hyperlink"/>
            <w:color w:val="auto"/>
            <w:sz w:val="24"/>
            <w:szCs w:val="24"/>
            <w:lang w:val="en-US"/>
          </w:rPr>
          <w:t>_</w:t>
        </w:r>
        <w:r w:rsidRPr="00093C59">
          <w:rPr>
            <w:rStyle w:val="Hyperlink"/>
            <w:color w:val="auto"/>
            <w:sz w:val="24"/>
            <w:szCs w:val="24"/>
            <w:lang w:val="en-US"/>
          </w:rPr>
          <w:t>rono</w:t>
        </w:r>
        <w:r w:rsidRPr="002E5A54">
          <w:rPr>
            <w:rStyle w:val="Hyperlink"/>
            <w:color w:val="auto"/>
            <w:sz w:val="24"/>
            <w:szCs w:val="24"/>
            <w:lang w:val="en-US"/>
          </w:rPr>
          <w:t>@</w:t>
        </w:r>
        <w:r w:rsidRPr="00093C59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2E5A54">
          <w:rPr>
            <w:rStyle w:val="Hyperlink"/>
            <w:color w:val="auto"/>
            <w:sz w:val="24"/>
            <w:szCs w:val="24"/>
            <w:lang w:val="en-US"/>
          </w:rPr>
          <w:t>.</w:t>
        </w:r>
        <w:r w:rsidRPr="00093C59">
          <w:rPr>
            <w:rStyle w:val="Hyperlink"/>
            <w:color w:val="auto"/>
            <w:sz w:val="24"/>
            <w:szCs w:val="24"/>
            <w:lang w:val="en-US"/>
          </w:rPr>
          <w:t>ru</w:t>
        </w:r>
      </w:hyperlink>
      <w:r w:rsidRPr="002E5A54">
        <w:rPr>
          <w:sz w:val="24"/>
          <w:szCs w:val="24"/>
          <w:lang w:val="en-US"/>
        </w:rPr>
        <w:t xml:space="preserve">  </w:t>
      </w:r>
    </w:p>
    <w:p w:rsidR="00A44F78" w:rsidRPr="00356EA2" w:rsidRDefault="00A44F78" w:rsidP="00E15D16">
      <w:pPr>
        <w:shd w:val="clear" w:color="auto" w:fill="FFFFFF"/>
        <w:spacing w:line="317" w:lineRule="exact"/>
        <w:ind w:left="24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Дни и часы приема: четверг с 8.00 час. до 12.00 час.</w:t>
      </w:r>
    </w:p>
    <w:p w:rsidR="00A44F78" w:rsidRPr="00356EA2" w:rsidRDefault="00A44F78" w:rsidP="00E15D16">
      <w:pPr>
        <w:shd w:val="clear" w:color="auto" w:fill="FFFFFF"/>
        <w:spacing w:before="317" w:line="317" w:lineRule="exact"/>
        <w:ind w:left="29"/>
        <w:jc w:val="both"/>
        <w:rPr>
          <w:sz w:val="24"/>
          <w:szCs w:val="24"/>
        </w:rPr>
      </w:pPr>
      <w:r w:rsidRPr="00356EA2">
        <w:rPr>
          <w:sz w:val="24"/>
          <w:szCs w:val="24"/>
        </w:rPr>
        <w:t xml:space="preserve">Заместитель  начальника - Краснокутский Николай Васильевич, в его отсутствие – главный специалист управления образования – </w:t>
      </w:r>
      <w:r>
        <w:rPr>
          <w:sz w:val="24"/>
          <w:szCs w:val="24"/>
        </w:rPr>
        <w:t>Родченко Ирина Владимировна</w:t>
      </w:r>
      <w:r w:rsidRPr="00356EA2">
        <w:rPr>
          <w:sz w:val="24"/>
          <w:szCs w:val="24"/>
        </w:rPr>
        <w:t>. Тел.: 8 (47261) 4-62-94, 4-6</w:t>
      </w:r>
      <w:r>
        <w:rPr>
          <w:sz w:val="24"/>
          <w:szCs w:val="24"/>
        </w:rPr>
        <w:t>6</w:t>
      </w:r>
      <w:r w:rsidRPr="00356EA2">
        <w:rPr>
          <w:sz w:val="24"/>
          <w:szCs w:val="24"/>
        </w:rPr>
        <w:t>-</w:t>
      </w:r>
      <w:r>
        <w:rPr>
          <w:sz w:val="24"/>
          <w:szCs w:val="24"/>
        </w:rPr>
        <w:t>81</w:t>
      </w:r>
      <w:r w:rsidRPr="00356EA2">
        <w:rPr>
          <w:sz w:val="24"/>
          <w:szCs w:val="24"/>
        </w:rPr>
        <w:t>. Дни и часы приема: четверг с 8.00 до 12.00 час.</w:t>
      </w:r>
    </w:p>
    <w:p w:rsidR="00A44F78" w:rsidRPr="00356EA2" w:rsidRDefault="00A44F78" w:rsidP="00E15D16">
      <w:pPr>
        <w:shd w:val="clear" w:color="auto" w:fill="FFFFFF"/>
        <w:tabs>
          <w:tab w:val="left" w:pos="5592"/>
          <w:tab w:val="left" w:pos="7805"/>
        </w:tabs>
        <w:ind w:left="538"/>
        <w:rPr>
          <w:sz w:val="24"/>
          <w:szCs w:val="24"/>
        </w:rPr>
        <w:sectPr w:rsidR="00A44F78" w:rsidRPr="00356EA2" w:rsidSect="002E5A54">
          <w:footerReference w:type="default" r:id="rId9"/>
          <w:pgSz w:w="11909" w:h="16834"/>
          <w:pgMar w:top="1276" w:right="897" w:bottom="720" w:left="1374" w:header="720" w:footer="720" w:gutter="0"/>
          <w:cols w:space="60"/>
          <w:noEndnote/>
        </w:sectPr>
      </w:pP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2"/>
          <w:sz w:val="24"/>
          <w:szCs w:val="24"/>
        </w:rPr>
        <w:t>Приложение 2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z w:val="24"/>
          <w:szCs w:val="24"/>
        </w:rPr>
        <w:t>к административному регламенту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«Предоставление дополнительного образования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детям муниципальными образовательными</w:t>
      </w:r>
    </w:p>
    <w:p w:rsidR="00A44F78" w:rsidRPr="00356EA2" w:rsidRDefault="00A44F78" w:rsidP="00E15D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учреждениями дополнительного образования детей»</w:t>
      </w:r>
    </w:p>
    <w:p w:rsidR="00A44F78" w:rsidRPr="00356EA2" w:rsidRDefault="00A44F78" w:rsidP="00E15D16">
      <w:pPr>
        <w:shd w:val="clear" w:color="auto" w:fill="FFFFFF"/>
        <w:spacing w:line="322" w:lineRule="exact"/>
        <w:ind w:right="43" w:firstLine="816"/>
        <w:rPr>
          <w:b/>
          <w:bCs/>
          <w:spacing w:val="-5"/>
          <w:sz w:val="24"/>
          <w:szCs w:val="24"/>
        </w:rPr>
      </w:pPr>
    </w:p>
    <w:p w:rsidR="00A44F78" w:rsidRPr="00356EA2" w:rsidRDefault="00A44F78" w:rsidP="00E15D16">
      <w:pPr>
        <w:shd w:val="clear" w:color="auto" w:fill="FFFFFF"/>
        <w:spacing w:before="946" w:line="322" w:lineRule="exact"/>
        <w:ind w:right="43" w:firstLine="816"/>
        <w:jc w:val="center"/>
        <w:rPr>
          <w:b/>
          <w:bCs/>
          <w:spacing w:val="-4"/>
          <w:sz w:val="24"/>
          <w:szCs w:val="24"/>
        </w:rPr>
      </w:pPr>
      <w:r w:rsidRPr="00356EA2">
        <w:rPr>
          <w:b/>
          <w:bCs/>
          <w:spacing w:val="-5"/>
          <w:sz w:val="24"/>
          <w:szCs w:val="24"/>
        </w:rPr>
        <w:t xml:space="preserve">Информация об адресах и телефонах муниципальных </w:t>
      </w:r>
      <w:r w:rsidRPr="00356EA2">
        <w:rPr>
          <w:b/>
          <w:bCs/>
          <w:spacing w:val="-4"/>
          <w:sz w:val="24"/>
          <w:szCs w:val="24"/>
        </w:rPr>
        <w:t>образовательных учреждений дополнительного образования</w:t>
      </w:r>
    </w:p>
    <w:p w:rsidR="00A44F78" w:rsidRPr="00356EA2" w:rsidRDefault="00A44F78" w:rsidP="006F7BFB">
      <w:pPr>
        <w:shd w:val="clear" w:color="auto" w:fill="FFFFFF"/>
        <w:spacing w:before="120" w:line="322" w:lineRule="exact"/>
        <w:ind w:right="43" w:firstLine="816"/>
        <w:jc w:val="center"/>
        <w:rPr>
          <w:b/>
          <w:bCs/>
          <w:spacing w:val="-4"/>
          <w:sz w:val="24"/>
          <w:szCs w:val="24"/>
        </w:rPr>
      </w:pPr>
    </w:p>
    <w:tbl>
      <w:tblPr>
        <w:tblW w:w="14033" w:type="dxa"/>
        <w:tblInd w:w="817" w:type="dxa"/>
        <w:tblLayout w:type="fixed"/>
        <w:tblLook w:val="00A0"/>
      </w:tblPr>
      <w:tblGrid>
        <w:gridCol w:w="817"/>
        <w:gridCol w:w="5402"/>
        <w:gridCol w:w="3812"/>
        <w:gridCol w:w="2126"/>
        <w:gridCol w:w="1876"/>
      </w:tblGrid>
      <w:tr w:rsidR="00A44F78" w:rsidRPr="00CC2143" w:rsidTr="00356EA2">
        <w:trPr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Образовательные учреждения Грайворонского района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Ф.И.О.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Телефон/Факс</w:t>
            </w:r>
          </w:p>
        </w:tc>
      </w:tr>
      <w:tr w:rsidR="00A44F78" w:rsidRPr="00CC2143" w:rsidTr="00356EA2">
        <w:trPr>
          <w:trHeight w:val="10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widowControl/>
              <w:numPr>
                <w:ilvl w:val="0"/>
                <w:numId w:val="19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"Центр детского творчества" Грайворонского района Белгородской области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 xml:space="preserve">309370, Белгородская область, Грайворонский район, г. Грайворон, </w:t>
            </w:r>
          </w:p>
          <w:p w:rsidR="00A44F78" w:rsidRPr="00CC2143" w:rsidRDefault="00A44F78" w:rsidP="00093C59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ул. Мира, д.61-а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Трунова Дина Ивановна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(47261)4-42-87</w:t>
            </w:r>
          </w:p>
        </w:tc>
      </w:tr>
      <w:tr w:rsidR="00A44F78" w:rsidRPr="00CC2143" w:rsidTr="00356EA2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widowControl/>
              <w:numPr>
                <w:ilvl w:val="0"/>
                <w:numId w:val="19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"Станция юных натуралистов"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 xml:space="preserve">309370, Белгородская область, Грайворонский район, с.Головчино, </w:t>
            </w:r>
          </w:p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ул. Смирнова, д.2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Кушнарева Любовь Васильевна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(47261)3-55-38</w:t>
            </w:r>
          </w:p>
        </w:tc>
      </w:tr>
      <w:tr w:rsidR="00A44F78" w:rsidRPr="00CC2143" w:rsidTr="00356EA2">
        <w:trPr>
          <w:trHeight w:val="10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widowControl/>
              <w:numPr>
                <w:ilvl w:val="0"/>
                <w:numId w:val="19"/>
              </w:numPr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 "Детско-юношеская спортивная школа" Грайворонского района Белгородской области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093C59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309377, Белгородская область, Грайворонский район, г.Грайворон, ул. Ленина, д. 22 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Сарыгин Сергей Александрович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F78" w:rsidRPr="00CC2143" w:rsidRDefault="00A44F78" w:rsidP="006F7BFB">
            <w:pPr>
              <w:rPr>
                <w:sz w:val="24"/>
                <w:szCs w:val="24"/>
              </w:rPr>
            </w:pPr>
            <w:r w:rsidRPr="00CC2143">
              <w:rPr>
                <w:sz w:val="24"/>
                <w:szCs w:val="24"/>
              </w:rPr>
              <w:t>(47261) 4-63-76</w:t>
            </w:r>
          </w:p>
        </w:tc>
      </w:tr>
    </w:tbl>
    <w:p w:rsidR="00A44F78" w:rsidRPr="00356EA2" w:rsidRDefault="00A44F78">
      <w:pPr>
        <w:spacing w:after="312" w:line="1" w:lineRule="exact"/>
        <w:rPr>
          <w:sz w:val="24"/>
          <w:szCs w:val="24"/>
        </w:rPr>
      </w:pPr>
    </w:p>
    <w:p w:rsidR="00A44F78" w:rsidRPr="00356EA2" w:rsidRDefault="00A44F78">
      <w:pPr>
        <w:rPr>
          <w:sz w:val="24"/>
          <w:szCs w:val="24"/>
        </w:rPr>
        <w:sectPr w:rsidR="00A44F78" w:rsidRPr="00356EA2">
          <w:pgSz w:w="16834" w:h="11909" w:orient="landscape"/>
          <w:pgMar w:top="907" w:right="1008" w:bottom="360" w:left="1008" w:header="720" w:footer="720" w:gutter="0"/>
          <w:cols w:space="60"/>
          <w:noEndnote/>
        </w:sectPr>
      </w:pP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2"/>
          <w:sz w:val="24"/>
          <w:szCs w:val="24"/>
        </w:rPr>
        <w:t>Приложение 3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z w:val="24"/>
          <w:szCs w:val="24"/>
        </w:rPr>
        <w:t>к административному регламенту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«Предоставление дополнительного образования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детям муниципальными образовательными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учреждениями дополнительного образования детей»</w:t>
      </w:r>
    </w:p>
    <w:p w:rsidR="00A44F78" w:rsidRPr="00356EA2" w:rsidRDefault="00A44F78" w:rsidP="006F7BFB">
      <w:pPr>
        <w:shd w:val="clear" w:color="auto" w:fill="FFFFFF"/>
        <w:spacing w:before="283"/>
        <w:ind w:left="6178"/>
        <w:rPr>
          <w:sz w:val="24"/>
          <w:szCs w:val="24"/>
        </w:rPr>
      </w:pPr>
      <w:r w:rsidRPr="00356EA2">
        <w:rPr>
          <w:spacing w:val="-3"/>
          <w:w w:val="124"/>
          <w:sz w:val="24"/>
          <w:szCs w:val="24"/>
        </w:rPr>
        <w:t xml:space="preserve"> «форма»</w:t>
      </w:r>
    </w:p>
    <w:p w:rsidR="00A44F78" w:rsidRPr="00356EA2" w:rsidRDefault="00A44F78">
      <w:pPr>
        <w:shd w:val="clear" w:color="auto" w:fill="FFFFFF"/>
        <w:spacing w:before="322" w:line="317" w:lineRule="exact"/>
        <w:ind w:right="226"/>
        <w:jc w:val="center"/>
        <w:rPr>
          <w:sz w:val="24"/>
          <w:szCs w:val="24"/>
        </w:rPr>
      </w:pPr>
      <w:r w:rsidRPr="00356EA2">
        <w:rPr>
          <w:b/>
          <w:bCs/>
          <w:sz w:val="24"/>
          <w:szCs w:val="24"/>
        </w:rPr>
        <w:t>Заявление родителей (законных представителей) о приеме</w:t>
      </w:r>
    </w:p>
    <w:p w:rsidR="00A44F78" w:rsidRPr="00356EA2" w:rsidRDefault="00A44F78">
      <w:pPr>
        <w:shd w:val="clear" w:color="auto" w:fill="FFFFFF"/>
        <w:spacing w:line="317" w:lineRule="exact"/>
        <w:ind w:right="226"/>
        <w:jc w:val="center"/>
        <w:rPr>
          <w:sz w:val="24"/>
          <w:szCs w:val="24"/>
        </w:rPr>
      </w:pPr>
      <w:r w:rsidRPr="00356EA2">
        <w:rPr>
          <w:b/>
          <w:bCs/>
          <w:sz w:val="24"/>
          <w:szCs w:val="24"/>
        </w:rPr>
        <w:t>в муниципальное образовательное учреждение</w:t>
      </w:r>
    </w:p>
    <w:p w:rsidR="00A44F78" w:rsidRPr="00356EA2" w:rsidRDefault="00A44F78">
      <w:pPr>
        <w:shd w:val="clear" w:color="auto" w:fill="FFFFFF"/>
        <w:spacing w:line="317" w:lineRule="exact"/>
        <w:ind w:right="254"/>
        <w:jc w:val="center"/>
        <w:rPr>
          <w:sz w:val="24"/>
          <w:szCs w:val="24"/>
        </w:rPr>
      </w:pPr>
      <w:r w:rsidRPr="00356EA2">
        <w:rPr>
          <w:b/>
          <w:bCs/>
          <w:sz w:val="24"/>
          <w:szCs w:val="24"/>
        </w:rPr>
        <w:t>дополнительного образования детей</w:t>
      </w:r>
    </w:p>
    <w:p w:rsidR="00A44F78" w:rsidRPr="00356EA2" w:rsidRDefault="00A44F78" w:rsidP="006F7BFB">
      <w:pPr>
        <w:shd w:val="clear" w:color="auto" w:fill="FFFFFF"/>
        <w:spacing w:before="634" w:line="317" w:lineRule="exact"/>
        <w:ind w:right="48"/>
        <w:jc w:val="right"/>
        <w:rPr>
          <w:sz w:val="24"/>
          <w:szCs w:val="24"/>
        </w:rPr>
      </w:pPr>
      <w:r w:rsidRPr="00356EA2">
        <w:rPr>
          <w:sz w:val="24"/>
          <w:szCs w:val="24"/>
        </w:rPr>
        <w:t>Директору муниципального бюджетного</w:t>
      </w:r>
    </w:p>
    <w:p w:rsidR="00A44F78" w:rsidRPr="00356EA2" w:rsidRDefault="00A44F78" w:rsidP="006F7BFB">
      <w:pPr>
        <w:shd w:val="clear" w:color="auto" w:fill="FFFFFF"/>
        <w:spacing w:line="317" w:lineRule="exact"/>
        <w:ind w:right="48"/>
        <w:jc w:val="right"/>
        <w:rPr>
          <w:sz w:val="24"/>
          <w:szCs w:val="24"/>
        </w:rPr>
      </w:pPr>
      <w:r w:rsidRPr="00356EA2">
        <w:rPr>
          <w:sz w:val="24"/>
          <w:szCs w:val="24"/>
        </w:rPr>
        <w:t>образовательного учреждения</w:t>
      </w:r>
    </w:p>
    <w:p w:rsidR="00A44F78" w:rsidRPr="00356EA2" w:rsidRDefault="00A44F78" w:rsidP="006F7BFB">
      <w:pPr>
        <w:shd w:val="clear" w:color="auto" w:fill="FFFFFF"/>
        <w:spacing w:line="317" w:lineRule="exact"/>
        <w:ind w:right="48"/>
        <w:jc w:val="right"/>
        <w:rPr>
          <w:sz w:val="24"/>
          <w:szCs w:val="24"/>
        </w:rPr>
      </w:pPr>
      <w:r w:rsidRPr="00356EA2">
        <w:rPr>
          <w:sz w:val="24"/>
          <w:szCs w:val="24"/>
        </w:rPr>
        <w:t>дополнительного образования детей</w:t>
      </w:r>
    </w:p>
    <w:p w:rsidR="00A44F78" w:rsidRPr="00356EA2" w:rsidRDefault="00A44F78" w:rsidP="00356EA2">
      <w:pPr>
        <w:shd w:val="clear" w:color="auto" w:fill="FFFFFF"/>
        <w:spacing w:before="374"/>
        <w:ind w:left="5812" w:right="48"/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1.5pt;margin-top:49.2pt;width:231.75pt;height:.05pt;z-index:251655680" o:connectortype="straight"/>
        </w:pict>
      </w:r>
      <w:r>
        <w:rPr>
          <w:noProof/>
        </w:rPr>
        <w:pict>
          <v:shape id="_x0000_s1027" type="#_x0000_t32" style="position:absolute;left:0;text-align:left;margin-left:250pt;margin-top:18.45pt;width:231.75pt;height:.05pt;z-index:251654656" o:connectortype="straight"/>
        </w:pict>
      </w:r>
      <w:r w:rsidRPr="00356EA2">
        <w:rPr>
          <w:spacing w:val="-8"/>
          <w:w w:val="87"/>
          <w:sz w:val="24"/>
          <w:szCs w:val="24"/>
        </w:rPr>
        <w:t>(наименование учреждения)</w:t>
      </w:r>
    </w:p>
    <w:p w:rsidR="00A44F78" w:rsidRPr="00356EA2" w:rsidRDefault="00A44F78" w:rsidP="00356EA2">
      <w:pPr>
        <w:shd w:val="clear" w:color="auto" w:fill="FFFFFF"/>
        <w:spacing w:before="336" w:line="312" w:lineRule="exact"/>
        <w:ind w:left="5670" w:right="48"/>
        <w:jc w:val="center"/>
        <w:rPr>
          <w:sz w:val="24"/>
          <w:szCs w:val="24"/>
        </w:rPr>
      </w:pPr>
      <w:r w:rsidRPr="00356EA2">
        <w:rPr>
          <w:spacing w:val="-12"/>
          <w:w w:val="87"/>
          <w:sz w:val="24"/>
          <w:szCs w:val="24"/>
        </w:rPr>
        <w:t>(Ф.И.О. директора)</w:t>
      </w:r>
    </w:p>
    <w:p w:rsidR="00A44F78" w:rsidRPr="00356EA2" w:rsidRDefault="00A44F78">
      <w:pPr>
        <w:shd w:val="clear" w:color="auto" w:fill="FFFFFF"/>
        <w:spacing w:line="312" w:lineRule="exact"/>
        <w:ind w:left="3259"/>
        <w:rPr>
          <w:sz w:val="24"/>
          <w:szCs w:val="24"/>
        </w:rPr>
      </w:pPr>
      <w:r w:rsidRPr="00356EA2">
        <w:rPr>
          <w:sz w:val="24"/>
          <w:szCs w:val="24"/>
        </w:rPr>
        <w:t>родителя (законного представителя):</w:t>
      </w:r>
    </w:p>
    <w:p w:rsidR="00A44F78" w:rsidRPr="00356EA2" w:rsidRDefault="00A44F78" w:rsidP="006F7BFB">
      <w:pPr>
        <w:shd w:val="clear" w:color="auto" w:fill="FFFFFF"/>
        <w:tabs>
          <w:tab w:val="left" w:leader="underscore" w:pos="9614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Фамилия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9614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Имя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963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Отчество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Место регистрации:</w:t>
      </w:r>
    </w:p>
    <w:p w:rsidR="00A44F78" w:rsidRPr="00356EA2" w:rsidRDefault="00A44F78" w:rsidP="006F7BFB">
      <w:pPr>
        <w:shd w:val="clear" w:color="auto" w:fill="FFFFFF"/>
        <w:tabs>
          <w:tab w:val="left" w:leader="underscore" w:pos="961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Город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961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Улица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5016"/>
          <w:tab w:val="left" w:leader="underscore" w:pos="7056"/>
          <w:tab w:val="left" w:leader="underscore" w:pos="9096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Дом</w:t>
      </w:r>
      <w:r w:rsidRPr="00356EA2">
        <w:rPr>
          <w:sz w:val="24"/>
          <w:szCs w:val="24"/>
        </w:rPr>
        <w:tab/>
        <w:t>корп.</w:t>
      </w:r>
      <w:r w:rsidRPr="00356EA2">
        <w:rPr>
          <w:sz w:val="24"/>
          <w:szCs w:val="24"/>
        </w:rPr>
        <w:tab/>
      </w:r>
      <w:r w:rsidRPr="00356EA2">
        <w:rPr>
          <w:spacing w:val="-2"/>
          <w:sz w:val="24"/>
          <w:szCs w:val="24"/>
        </w:rPr>
        <w:t>кв.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961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 xml:space="preserve">Телефон 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6235"/>
          <w:tab w:val="left" w:leader="underscore" w:pos="963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* Паспорт серия</w:t>
      </w:r>
      <w:r w:rsidRPr="00356EA2">
        <w:rPr>
          <w:sz w:val="24"/>
          <w:szCs w:val="24"/>
        </w:rPr>
        <w:tab/>
        <w:t>№</w:t>
      </w:r>
      <w:r w:rsidRPr="00356EA2">
        <w:rPr>
          <w:sz w:val="24"/>
          <w:szCs w:val="24"/>
        </w:rPr>
        <w:tab/>
      </w:r>
    </w:p>
    <w:p w:rsidR="00A44F78" w:rsidRPr="00356EA2" w:rsidRDefault="00A44F78" w:rsidP="006F7BFB">
      <w:pPr>
        <w:shd w:val="clear" w:color="auto" w:fill="FFFFFF"/>
        <w:tabs>
          <w:tab w:val="left" w:leader="underscore" w:pos="9619"/>
        </w:tabs>
        <w:ind w:left="3261"/>
        <w:rPr>
          <w:sz w:val="24"/>
          <w:szCs w:val="24"/>
        </w:rPr>
      </w:pPr>
      <w:r w:rsidRPr="00356EA2">
        <w:rPr>
          <w:sz w:val="24"/>
          <w:szCs w:val="24"/>
        </w:rPr>
        <w:t>Выдан</w:t>
      </w:r>
      <w:r w:rsidRPr="00356EA2">
        <w:rPr>
          <w:sz w:val="24"/>
          <w:szCs w:val="24"/>
        </w:rPr>
        <w:tab/>
      </w:r>
    </w:p>
    <w:p w:rsidR="00A44F78" w:rsidRPr="00356EA2" w:rsidRDefault="00A44F78">
      <w:pPr>
        <w:shd w:val="clear" w:color="auto" w:fill="FFFFFF"/>
        <w:spacing w:before="331"/>
        <w:ind w:right="62"/>
        <w:jc w:val="center"/>
        <w:rPr>
          <w:sz w:val="24"/>
          <w:szCs w:val="24"/>
        </w:rPr>
      </w:pPr>
      <w:r w:rsidRPr="00356EA2">
        <w:rPr>
          <w:sz w:val="24"/>
          <w:szCs w:val="24"/>
        </w:rPr>
        <w:t>ЗАЯВЛЕНИЕ</w:t>
      </w:r>
    </w:p>
    <w:p w:rsidR="00A44F78" w:rsidRPr="00356EA2" w:rsidRDefault="00A44F78" w:rsidP="006F7BFB">
      <w:pPr>
        <w:shd w:val="clear" w:color="auto" w:fill="FFFFFF"/>
        <w:tabs>
          <w:tab w:val="left" w:leader="underscore" w:pos="9639"/>
        </w:tabs>
        <w:spacing w:before="322"/>
        <w:ind w:left="902"/>
        <w:rPr>
          <w:sz w:val="24"/>
          <w:szCs w:val="24"/>
        </w:rPr>
      </w:pPr>
      <w:r w:rsidRPr="00356EA2">
        <w:rPr>
          <w:sz w:val="24"/>
          <w:szCs w:val="24"/>
        </w:rPr>
        <w:t>Прошу принять моего ребенка (сына, дочь)</w:t>
      </w:r>
      <w:r w:rsidRPr="00356EA2">
        <w:rPr>
          <w:sz w:val="24"/>
          <w:szCs w:val="24"/>
        </w:rPr>
        <w:tab/>
      </w:r>
    </w:p>
    <w:p w:rsidR="00A44F78" w:rsidRPr="00356EA2" w:rsidRDefault="00A44F78">
      <w:pPr>
        <w:shd w:val="clear" w:color="auto" w:fill="FFFFFF"/>
        <w:spacing w:before="62" w:line="533" w:lineRule="exact"/>
        <w:ind w:left="3317" w:right="3317"/>
        <w:jc w:val="center"/>
        <w:rPr>
          <w:sz w:val="24"/>
          <w:szCs w:val="24"/>
        </w:rPr>
      </w:pPr>
      <w:r>
        <w:rPr>
          <w:noProof/>
        </w:rPr>
        <w:pict>
          <v:shape id="_x0000_s1028" type="#_x0000_t32" style="position:absolute;left:0;text-align:left;margin-left:.25pt;margin-top:42.65pt;width:485.25pt;height:0;z-index:251657728" o:connectortype="straight"/>
        </w:pict>
      </w:r>
      <w:r>
        <w:rPr>
          <w:noProof/>
        </w:rPr>
        <w:pict>
          <v:shape id="_x0000_s1029" type="#_x0000_t32" style="position:absolute;left:0;text-align:left;margin-left:1pt;margin-top:17.15pt;width:485.25pt;height:0;z-index:251656704" o:connectortype="straight"/>
        </w:pict>
      </w:r>
      <w:r w:rsidRPr="00356EA2">
        <w:rPr>
          <w:spacing w:val="-1"/>
          <w:sz w:val="24"/>
          <w:szCs w:val="24"/>
        </w:rPr>
        <w:t>(фамилия, имя, отчество) (дата рождения, место проживания)</w:t>
      </w:r>
    </w:p>
    <w:p w:rsidR="00A44F78" w:rsidRPr="00356EA2" w:rsidRDefault="00A44F78" w:rsidP="006F7BFB">
      <w:pPr>
        <w:shd w:val="clear" w:color="auto" w:fill="FFFFFF"/>
        <w:tabs>
          <w:tab w:val="left" w:leader="underscore" w:pos="4930"/>
          <w:tab w:val="left" w:leader="underscore" w:pos="7464"/>
        </w:tabs>
        <w:rPr>
          <w:sz w:val="24"/>
          <w:szCs w:val="24"/>
        </w:rPr>
      </w:pPr>
      <w:r w:rsidRPr="00356EA2">
        <w:rPr>
          <w:sz w:val="24"/>
          <w:szCs w:val="24"/>
        </w:rPr>
        <w:tab/>
        <w:t xml:space="preserve"> в </w:t>
      </w:r>
      <w:r w:rsidRPr="00356EA2">
        <w:rPr>
          <w:sz w:val="24"/>
          <w:szCs w:val="24"/>
        </w:rPr>
        <w:tab/>
        <w:t xml:space="preserve"> секцию Вашего учреждения.</w:t>
      </w:r>
    </w:p>
    <w:p w:rsidR="00A44F78" w:rsidRPr="00356EA2" w:rsidRDefault="00A44F78">
      <w:pPr>
        <w:shd w:val="clear" w:color="auto" w:fill="FFFFFF"/>
        <w:spacing w:before="154" w:line="302" w:lineRule="exact"/>
        <w:ind w:left="19" w:firstLine="883"/>
        <w:rPr>
          <w:sz w:val="24"/>
          <w:szCs w:val="24"/>
        </w:rPr>
      </w:pPr>
      <w:r w:rsidRPr="00356EA2">
        <w:rPr>
          <w:sz w:val="24"/>
          <w:szCs w:val="24"/>
        </w:rPr>
        <w:t>С Уставом, лицензией, режимом работы образовательного учреждения ознакомлен(а).</w:t>
      </w:r>
    </w:p>
    <w:p w:rsidR="00A44F78" w:rsidRPr="00356EA2" w:rsidRDefault="00A44F78" w:rsidP="00356EA2">
      <w:pPr>
        <w:shd w:val="clear" w:color="auto" w:fill="FFFFFF"/>
        <w:tabs>
          <w:tab w:val="left" w:leader="underscore" w:pos="2510"/>
          <w:tab w:val="left" w:leader="underscore" w:pos="3264"/>
          <w:tab w:val="left" w:leader="underscore" w:pos="5794"/>
        </w:tabs>
        <w:spacing w:before="240"/>
        <w:rPr>
          <w:sz w:val="24"/>
          <w:szCs w:val="24"/>
        </w:rPr>
      </w:pPr>
      <w:r w:rsidRPr="00356EA2">
        <w:rPr>
          <w:sz w:val="24"/>
          <w:szCs w:val="24"/>
        </w:rPr>
        <w:tab/>
        <w:t>"</w:t>
      </w:r>
      <w:r w:rsidRPr="00356EA2">
        <w:rPr>
          <w:sz w:val="24"/>
          <w:szCs w:val="24"/>
        </w:rPr>
        <w:tab/>
        <w:t>"</w:t>
      </w:r>
      <w:r w:rsidRPr="00356EA2">
        <w:rPr>
          <w:sz w:val="24"/>
          <w:szCs w:val="24"/>
        </w:rPr>
        <w:tab/>
        <w:t>201_ года</w:t>
      </w:r>
    </w:p>
    <w:p w:rsidR="00A44F78" w:rsidRPr="00356EA2" w:rsidRDefault="00A44F78">
      <w:pPr>
        <w:shd w:val="clear" w:color="auto" w:fill="FFFFFF"/>
        <w:ind w:left="1013"/>
        <w:rPr>
          <w:sz w:val="24"/>
          <w:szCs w:val="24"/>
        </w:rPr>
      </w:pPr>
      <w:r w:rsidRPr="00356EA2">
        <w:rPr>
          <w:spacing w:val="-3"/>
          <w:sz w:val="24"/>
          <w:szCs w:val="24"/>
        </w:rPr>
        <w:t>(подпись)</w:t>
      </w:r>
    </w:p>
    <w:p w:rsidR="00A44F78" w:rsidRPr="00356EA2" w:rsidRDefault="00A44F78">
      <w:pPr>
        <w:shd w:val="clear" w:color="auto" w:fill="FFFFFF"/>
        <w:tabs>
          <w:tab w:val="left" w:leader="underscore" w:pos="4517"/>
        </w:tabs>
        <w:spacing w:before="307" w:line="322" w:lineRule="exact"/>
        <w:ind w:left="907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Контрольный талон №</w:t>
      </w:r>
      <w:r w:rsidRPr="00356EA2">
        <w:rPr>
          <w:sz w:val="24"/>
          <w:szCs w:val="24"/>
        </w:rPr>
        <w:tab/>
      </w:r>
    </w:p>
    <w:p w:rsidR="00A44F78" w:rsidRPr="00356EA2" w:rsidRDefault="00A44F78">
      <w:pPr>
        <w:shd w:val="clear" w:color="auto" w:fill="FFFFFF"/>
        <w:spacing w:line="322" w:lineRule="exact"/>
        <w:ind w:left="917"/>
        <w:rPr>
          <w:sz w:val="24"/>
          <w:szCs w:val="24"/>
        </w:rPr>
      </w:pPr>
      <w:r w:rsidRPr="00356EA2">
        <w:rPr>
          <w:spacing w:val="-2"/>
          <w:sz w:val="24"/>
          <w:szCs w:val="24"/>
        </w:rPr>
        <w:t>Отметка о сдаче документов:</w:t>
      </w:r>
    </w:p>
    <w:p w:rsidR="00A44F78" w:rsidRPr="00356EA2" w:rsidRDefault="00A44F78" w:rsidP="00DD7FF3">
      <w:pPr>
        <w:numPr>
          <w:ilvl w:val="0"/>
          <w:numId w:val="17"/>
        </w:numPr>
        <w:shd w:val="clear" w:color="auto" w:fill="FFFFFF"/>
        <w:tabs>
          <w:tab w:val="left" w:pos="288"/>
        </w:tabs>
        <w:spacing w:line="322" w:lineRule="exact"/>
        <w:ind w:left="19"/>
        <w:rPr>
          <w:spacing w:val="-28"/>
          <w:sz w:val="24"/>
          <w:szCs w:val="24"/>
        </w:rPr>
      </w:pPr>
      <w:r w:rsidRPr="00356EA2">
        <w:rPr>
          <w:spacing w:val="-1"/>
          <w:sz w:val="24"/>
          <w:szCs w:val="24"/>
        </w:rPr>
        <w:t>Копия свидетельства о рождении (заверяется в ОУ)</w:t>
      </w:r>
    </w:p>
    <w:p w:rsidR="00A44F78" w:rsidRPr="00356EA2" w:rsidRDefault="00A44F78" w:rsidP="00DD7FF3">
      <w:pPr>
        <w:numPr>
          <w:ilvl w:val="0"/>
          <w:numId w:val="17"/>
        </w:numPr>
        <w:shd w:val="clear" w:color="auto" w:fill="FFFFFF"/>
        <w:tabs>
          <w:tab w:val="left" w:pos="288"/>
        </w:tabs>
        <w:spacing w:line="322" w:lineRule="exact"/>
        <w:ind w:left="19"/>
        <w:rPr>
          <w:spacing w:val="-15"/>
          <w:sz w:val="24"/>
          <w:szCs w:val="24"/>
        </w:rPr>
      </w:pPr>
      <w:r w:rsidRPr="00356EA2">
        <w:rPr>
          <w:spacing w:val="-1"/>
          <w:sz w:val="24"/>
          <w:szCs w:val="24"/>
        </w:rPr>
        <w:t>Медицинская справка о состоянии здоровья</w:t>
      </w:r>
    </w:p>
    <w:p w:rsidR="00A44F78" w:rsidRPr="00356EA2" w:rsidRDefault="00A44F78" w:rsidP="00DD7FF3">
      <w:pPr>
        <w:numPr>
          <w:ilvl w:val="0"/>
          <w:numId w:val="17"/>
        </w:numPr>
        <w:shd w:val="clear" w:color="auto" w:fill="FFFFFF"/>
        <w:tabs>
          <w:tab w:val="left" w:pos="288"/>
        </w:tabs>
        <w:spacing w:line="322" w:lineRule="exact"/>
        <w:ind w:left="19"/>
        <w:rPr>
          <w:spacing w:val="-16"/>
          <w:sz w:val="24"/>
          <w:szCs w:val="24"/>
        </w:rPr>
      </w:pPr>
      <w:r w:rsidRPr="00356EA2">
        <w:rPr>
          <w:spacing w:val="-2"/>
          <w:sz w:val="24"/>
          <w:szCs w:val="24"/>
        </w:rPr>
        <w:t>Заявление</w:t>
      </w:r>
    </w:p>
    <w:p w:rsidR="00A44F78" w:rsidRPr="00356EA2" w:rsidRDefault="00A44F78">
      <w:pPr>
        <w:shd w:val="clear" w:color="auto" w:fill="FFFFFF"/>
        <w:spacing w:before="322"/>
        <w:ind w:left="158"/>
        <w:rPr>
          <w:sz w:val="24"/>
          <w:szCs w:val="24"/>
        </w:rPr>
      </w:pPr>
      <w:r w:rsidRPr="00356EA2">
        <w:rPr>
          <w:spacing w:val="-6"/>
          <w:sz w:val="24"/>
          <w:szCs w:val="24"/>
        </w:rPr>
        <w:t>М.П.</w:t>
      </w:r>
    </w:p>
    <w:p w:rsidR="00A44F78" w:rsidRPr="00356EA2" w:rsidRDefault="00A44F78">
      <w:pPr>
        <w:shd w:val="clear" w:color="auto" w:fill="FFFFFF"/>
        <w:tabs>
          <w:tab w:val="left" w:leader="underscore" w:pos="6293"/>
        </w:tabs>
        <w:spacing w:before="307"/>
        <w:ind w:left="298"/>
        <w:rPr>
          <w:sz w:val="24"/>
          <w:szCs w:val="24"/>
        </w:rPr>
      </w:pPr>
      <w:r w:rsidRPr="00356EA2">
        <w:rPr>
          <w:spacing w:val="-1"/>
          <w:sz w:val="24"/>
          <w:szCs w:val="24"/>
        </w:rPr>
        <w:t>Документы получил</w:t>
      </w:r>
      <w:r w:rsidRPr="00356EA2">
        <w:rPr>
          <w:sz w:val="24"/>
          <w:szCs w:val="24"/>
        </w:rPr>
        <w:tab/>
      </w:r>
    </w:p>
    <w:p w:rsidR="00A44F78" w:rsidRPr="00356EA2" w:rsidRDefault="00A44F78">
      <w:pPr>
        <w:shd w:val="clear" w:color="auto" w:fill="FFFFFF"/>
        <w:tabs>
          <w:tab w:val="left" w:leader="underscore" w:pos="974"/>
          <w:tab w:val="left" w:leader="underscore" w:pos="2976"/>
        </w:tabs>
        <w:ind w:left="312"/>
        <w:rPr>
          <w:sz w:val="24"/>
          <w:szCs w:val="24"/>
        </w:rPr>
      </w:pPr>
      <w:r w:rsidRPr="00356EA2">
        <w:rPr>
          <w:sz w:val="24"/>
          <w:szCs w:val="24"/>
        </w:rPr>
        <w:t>"</w:t>
      </w:r>
      <w:r w:rsidRPr="00356EA2">
        <w:rPr>
          <w:sz w:val="24"/>
          <w:szCs w:val="24"/>
        </w:rPr>
        <w:tab/>
        <w:t>"</w:t>
      </w:r>
      <w:r w:rsidRPr="00356EA2">
        <w:rPr>
          <w:sz w:val="24"/>
          <w:szCs w:val="24"/>
        </w:rPr>
        <w:tab/>
        <w:t>20_ года</w:t>
      </w:r>
    </w:p>
    <w:p w:rsidR="00A44F78" w:rsidRPr="00356EA2" w:rsidRDefault="00A44F78">
      <w:pPr>
        <w:shd w:val="clear" w:color="auto" w:fill="FFFFFF"/>
        <w:spacing w:before="950"/>
        <w:ind w:left="38"/>
        <w:rPr>
          <w:sz w:val="24"/>
          <w:szCs w:val="24"/>
        </w:rPr>
      </w:pPr>
      <w:r w:rsidRPr="00356EA2">
        <w:rPr>
          <w:spacing w:val="-3"/>
          <w:sz w:val="24"/>
          <w:szCs w:val="24"/>
        </w:rPr>
        <w:t>* заполняется по желанию.</w:t>
      </w:r>
    </w:p>
    <w:p w:rsidR="00A44F78" w:rsidRPr="00356EA2" w:rsidRDefault="00A44F78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</w:pPr>
      <w:r w:rsidRPr="00356EA2">
        <w:rPr>
          <w:b/>
          <w:bCs/>
          <w:sz w:val="24"/>
          <w:szCs w:val="24"/>
        </w:rPr>
        <w:br w:type="page"/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2"/>
          <w:sz w:val="24"/>
          <w:szCs w:val="24"/>
        </w:rPr>
        <w:t>Приложение 4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z w:val="24"/>
          <w:szCs w:val="24"/>
        </w:rPr>
        <w:t>к административному регламенту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предоставления муниципальной услуги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«Предоставление дополнительного образования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bCs/>
          <w:spacing w:val="-1"/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детям муниципальными образовательными</w:t>
      </w:r>
    </w:p>
    <w:p w:rsidR="00A44F78" w:rsidRPr="00356EA2" w:rsidRDefault="00A44F78" w:rsidP="006F7BFB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356EA2">
        <w:rPr>
          <w:bCs/>
          <w:spacing w:val="-1"/>
          <w:sz w:val="24"/>
          <w:szCs w:val="24"/>
        </w:rPr>
        <w:t>учреждениями дополнительного образования детей»</w:t>
      </w:r>
    </w:p>
    <w:p w:rsidR="00A44F78" w:rsidRPr="00356EA2" w:rsidRDefault="00A44F78" w:rsidP="006F7BFB">
      <w:pPr>
        <w:shd w:val="clear" w:color="auto" w:fill="FFFFFF"/>
        <w:ind w:left="3758"/>
        <w:rPr>
          <w:b/>
          <w:bCs/>
          <w:spacing w:val="-5"/>
          <w:sz w:val="24"/>
          <w:szCs w:val="24"/>
        </w:rPr>
      </w:pPr>
    </w:p>
    <w:p w:rsidR="00A44F78" w:rsidRPr="00356EA2" w:rsidRDefault="00A44F78" w:rsidP="006F7BFB">
      <w:pPr>
        <w:shd w:val="clear" w:color="auto" w:fill="FFFFFF"/>
        <w:spacing w:before="600"/>
        <w:ind w:left="3758"/>
        <w:rPr>
          <w:b/>
          <w:bCs/>
          <w:spacing w:val="-5"/>
          <w:sz w:val="24"/>
          <w:szCs w:val="24"/>
        </w:rPr>
      </w:pPr>
      <w:r w:rsidRPr="00356EA2">
        <w:rPr>
          <w:b/>
          <w:bCs/>
          <w:spacing w:val="-5"/>
          <w:sz w:val="24"/>
          <w:szCs w:val="24"/>
        </w:rPr>
        <w:t>БЛОК-СХЕМА</w:t>
      </w:r>
    </w:p>
    <w:p w:rsidR="00A44F78" w:rsidRPr="00356EA2" w:rsidRDefault="00A44F78" w:rsidP="00203D79">
      <w:pPr>
        <w:rPr>
          <w:sz w:val="24"/>
          <w:szCs w:val="24"/>
        </w:rPr>
        <w:sectPr w:rsidR="00A44F78" w:rsidRPr="00356EA2">
          <w:pgSz w:w="11909" w:h="16834"/>
          <w:pgMar w:top="1440" w:right="1022" w:bottom="720" w:left="1421" w:header="720" w:footer="720" w:gutter="0"/>
          <w:cols w:space="60"/>
          <w:noEndnote/>
        </w:sectPr>
      </w:pPr>
    </w:p>
    <w:p w:rsidR="00A44F78" w:rsidRPr="00356EA2" w:rsidRDefault="00A44F78" w:rsidP="00203D79">
      <w:pPr>
        <w:shd w:val="clear" w:color="auto" w:fill="FFFFFF"/>
        <w:spacing w:before="1056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55pt;margin-top:89.5pt;width:482.25pt;height:41.25pt;z-index:251658752">
            <v:textbox style="mso-next-textbox:#_x0000_s1030">
              <w:txbxContent>
                <w:p w:rsidR="00A44F78" w:rsidRDefault="00A44F78" w:rsidP="00203D79">
                  <w:pPr>
                    <w:shd w:val="clear" w:color="auto" w:fill="FFFFFF"/>
                    <w:spacing w:line="317" w:lineRule="exact"/>
                    <w:ind w:left="19"/>
                    <w:jc w:val="center"/>
                  </w:pPr>
                  <w:r>
                    <w:rPr>
                      <w:spacing w:val="-1"/>
                      <w:sz w:val="28"/>
                      <w:szCs w:val="28"/>
                    </w:rPr>
                    <w:t xml:space="preserve">Прием заявления и документов от родителей (законных представителей) </w:t>
                  </w:r>
                  <w:r>
                    <w:rPr>
                      <w:spacing w:val="-2"/>
                      <w:sz w:val="28"/>
                      <w:szCs w:val="28"/>
                    </w:rPr>
                    <w:t xml:space="preserve">о приеме ребенка в </w:t>
                  </w:r>
                  <w:r w:rsidRPr="00203D79">
                    <w:rPr>
                      <w:spacing w:val="-3"/>
                      <w:sz w:val="28"/>
                      <w:szCs w:val="28"/>
                    </w:rPr>
                    <w:t>муниципа</w:t>
                  </w:r>
                  <w:r>
                    <w:rPr>
                      <w:spacing w:val="-3"/>
                      <w:sz w:val="28"/>
                      <w:szCs w:val="28"/>
                    </w:rPr>
                    <w:t>льное образовательное учреждение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.55pt;margin-top:150.65pt;width:482.25pt;height:41.25pt;z-index:251659776">
            <v:textbox style="mso-next-textbox:#_x0000_s1031">
              <w:txbxContent>
                <w:p w:rsidR="00A44F78" w:rsidRPr="00203D79" w:rsidRDefault="00A44F78" w:rsidP="00203D7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Принятие решения о зачислении либо об отказе в зачислении ребенка в образовательное учреждение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.55pt;margin-top:28.4pt;width:482.25pt;height:41.25pt;z-index:251660800">
            <v:textbox style="mso-next-textbox:#_x0000_s1032">
              <w:txbxContent>
                <w:p w:rsidR="00A44F78" w:rsidRPr="00203D79" w:rsidRDefault="00A44F78" w:rsidP="00203D79">
                  <w:pPr>
                    <w:jc w:val="center"/>
                    <w:rPr>
                      <w:sz w:val="28"/>
                      <w:szCs w:val="28"/>
                    </w:rPr>
                  </w:pPr>
                  <w:r w:rsidRPr="00203D79">
                    <w:rPr>
                      <w:sz w:val="28"/>
                      <w:szCs w:val="28"/>
                    </w:rPr>
                    <w:t>Регистрация заявления о приеме в муниципальном образовательном учреждении и рассмотрение принятых документов</w:t>
                  </w:r>
                </w:p>
              </w:txbxContent>
            </v:textbox>
          </v:shape>
        </w:pict>
      </w:r>
    </w:p>
    <w:sectPr w:rsidR="00A44F78" w:rsidRPr="00356EA2" w:rsidSect="0094252A">
      <w:type w:val="continuous"/>
      <w:pgSz w:w="11909" w:h="16834"/>
      <w:pgMar w:top="1440" w:right="1066" w:bottom="720" w:left="1421" w:header="720" w:footer="720" w:gutter="0"/>
      <w:cols w:num="2" w:space="720" w:equalWidth="0">
        <w:col w:w="4646" w:space="3149"/>
        <w:col w:w="1627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F78" w:rsidRDefault="00A44F78" w:rsidP="00093C59">
      <w:r>
        <w:separator/>
      </w:r>
    </w:p>
  </w:endnote>
  <w:endnote w:type="continuationSeparator" w:id="1">
    <w:p w:rsidR="00A44F78" w:rsidRDefault="00A44F78" w:rsidP="0009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78" w:rsidRDefault="00A44F78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44F78" w:rsidRDefault="00A44F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F78" w:rsidRDefault="00A44F78" w:rsidP="00093C59">
      <w:r>
        <w:separator/>
      </w:r>
    </w:p>
  </w:footnote>
  <w:footnote w:type="continuationSeparator" w:id="1">
    <w:p w:rsidR="00A44F78" w:rsidRDefault="00A44F78" w:rsidP="00093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D27D84"/>
    <w:lvl w:ilvl="0">
      <w:numFmt w:val="bullet"/>
      <w:lvlText w:val="*"/>
      <w:lvlJc w:val="left"/>
    </w:lvl>
  </w:abstractNum>
  <w:abstractNum w:abstractNumId="1">
    <w:nsid w:val="106811F9"/>
    <w:multiLevelType w:val="singleLevel"/>
    <w:tmpl w:val="54BE944C"/>
    <w:lvl w:ilvl="0">
      <w:start w:val="10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">
    <w:nsid w:val="3CB660B8"/>
    <w:multiLevelType w:val="multilevel"/>
    <w:tmpl w:val="BDA6253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  <w:sz w:val="28"/>
      </w:rPr>
    </w:lvl>
    <w:lvl w:ilvl="1">
      <w:start w:val="8"/>
      <w:numFmt w:val="decimal"/>
      <w:lvlText w:val="%1.%2"/>
      <w:lvlJc w:val="left"/>
      <w:pPr>
        <w:ind w:left="1185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eastAsia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020" w:hanging="720"/>
      </w:pPr>
      <w:rPr>
        <w:rFonts w:eastAsia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eastAsia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6030" w:hanging="1080"/>
      </w:pPr>
      <w:rPr>
        <w:rFonts w:eastAsia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eastAsia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8040" w:hanging="1440"/>
      </w:pPr>
      <w:rPr>
        <w:rFonts w:eastAsia="Times New Roman" w:cs="Times New Roman" w:hint="default"/>
        <w:sz w:val="28"/>
      </w:rPr>
    </w:lvl>
  </w:abstractNum>
  <w:abstractNum w:abstractNumId="3">
    <w:nsid w:val="49B7404C"/>
    <w:multiLevelType w:val="singleLevel"/>
    <w:tmpl w:val="E41ED86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B927489"/>
    <w:multiLevelType w:val="singleLevel"/>
    <w:tmpl w:val="F932AC26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5239264D"/>
    <w:multiLevelType w:val="singleLevel"/>
    <w:tmpl w:val="3B28C072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>
    <w:nsid w:val="612D5170"/>
    <w:multiLevelType w:val="singleLevel"/>
    <w:tmpl w:val="ED54391A"/>
    <w:lvl w:ilvl="0">
      <w:start w:val="5"/>
      <w:numFmt w:val="decimal"/>
      <w:lvlText w:val="5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6C20450F"/>
    <w:multiLevelType w:val="singleLevel"/>
    <w:tmpl w:val="00B68312"/>
    <w:lvl w:ilvl="0">
      <w:start w:val="7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8">
    <w:nsid w:val="6C6F26CD"/>
    <w:multiLevelType w:val="hybridMultilevel"/>
    <w:tmpl w:val="92F2D7B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15">
    <w:abstractNumId w:val="6"/>
  </w:num>
  <w:num w:numId="16">
    <w:abstractNumId w:val="1"/>
  </w:num>
  <w:num w:numId="17">
    <w:abstractNumId w:val="3"/>
  </w:num>
  <w:num w:numId="18">
    <w:abstractNumId w:val="2"/>
  </w:num>
  <w:num w:numId="19">
    <w:abstractNumId w:val="8"/>
  </w:num>
  <w:num w:numId="20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9"/>
  <w:drawingGridVerticalSpacing w:val="119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4BB"/>
    <w:rsid w:val="00093C59"/>
    <w:rsid w:val="000B1135"/>
    <w:rsid w:val="001B1CD6"/>
    <w:rsid w:val="00203D79"/>
    <w:rsid w:val="002C2492"/>
    <w:rsid w:val="002E5A54"/>
    <w:rsid w:val="00356EA2"/>
    <w:rsid w:val="00383D27"/>
    <w:rsid w:val="003843C6"/>
    <w:rsid w:val="00403659"/>
    <w:rsid w:val="004077A5"/>
    <w:rsid w:val="004216E7"/>
    <w:rsid w:val="004B2ABA"/>
    <w:rsid w:val="004E0786"/>
    <w:rsid w:val="005163DD"/>
    <w:rsid w:val="00517BA3"/>
    <w:rsid w:val="005766A9"/>
    <w:rsid w:val="005B61C5"/>
    <w:rsid w:val="00612F01"/>
    <w:rsid w:val="006934BB"/>
    <w:rsid w:val="006B1F8D"/>
    <w:rsid w:val="006C75A8"/>
    <w:rsid w:val="006F7BFB"/>
    <w:rsid w:val="007B28DE"/>
    <w:rsid w:val="007B31DD"/>
    <w:rsid w:val="007B7BA3"/>
    <w:rsid w:val="007C0A45"/>
    <w:rsid w:val="009364CE"/>
    <w:rsid w:val="0094252A"/>
    <w:rsid w:val="009C029A"/>
    <w:rsid w:val="009C64C2"/>
    <w:rsid w:val="00A01B6D"/>
    <w:rsid w:val="00A44F78"/>
    <w:rsid w:val="00B6427F"/>
    <w:rsid w:val="00B74C3A"/>
    <w:rsid w:val="00C82184"/>
    <w:rsid w:val="00C9219C"/>
    <w:rsid w:val="00CC2143"/>
    <w:rsid w:val="00CD0659"/>
    <w:rsid w:val="00DD7FF3"/>
    <w:rsid w:val="00E15D16"/>
    <w:rsid w:val="00E66F6A"/>
    <w:rsid w:val="00EC184C"/>
    <w:rsid w:val="00F57342"/>
    <w:rsid w:val="00F577C5"/>
    <w:rsid w:val="00F72443"/>
    <w:rsid w:val="00F73F15"/>
    <w:rsid w:val="00F76FA4"/>
    <w:rsid w:val="00FB442F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52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6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66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31D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15D1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093C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3C59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93C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93C5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jw_ron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16</Pages>
  <Words>4751</Words>
  <Characters>27085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Rizhik</dc:creator>
  <cp:keywords/>
  <dc:description/>
  <cp:lastModifiedBy>1</cp:lastModifiedBy>
  <cp:revision>4</cp:revision>
  <cp:lastPrinted>2013-12-25T12:05:00Z</cp:lastPrinted>
  <dcterms:created xsi:type="dcterms:W3CDTF">2013-12-23T10:28:00Z</dcterms:created>
  <dcterms:modified xsi:type="dcterms:W3CDTF">2014-02-11T06:28:00Z</dcterms:modified>
</cp:coreProperties>
</file>